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EC9B7F" w14:textId="7777777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78160943" w14:textId="77777777" w:rsidR="00E06E6F" w:rsidRPr="00DE0DC5" w:rsidRDefault="00E06E6F" w:rsidP="00DE0DC5">
      <w:pPr>
        <w:spacing w:after="60" w:line="276" w:lineRule="auto"/>
        <w:jc w:val="both"/>
        <w:rPr>
          <w:rFonts w:ascii="Book Antiqua" w:hAnsi="Book Antiqua" w:cstheme="minorHAnsi"/>
          <w:sz w:val="22"/>
          <w:szCs w:val="22"/>
        </w:rPr>
      </w:pPr>
    </w:p>
    <w:p w14:paraId="006E3D0A"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2028591D" w14:textId="77777777"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46EF7505"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6B690ABB" w14:textId="37290FA5"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1617EA" w:rsidRPr="001617EA">
        <w:rPr>
          <w:rFonts w:ascii="Book Antiqua" w:hAnsi="Book Antiqua" w:cstheme="minorHAnsi"/>
          <w:b/>
          <w:bCs/>
          <w:sz w:val="24"/>
          <w:szCs w:val="24"/>
        </w:rPr>
        <w:t>III/35722 Podhořany u Nových Hradů, opěrná zeď</w:t>
      </w:r>
      <w:r w:rsidRPr="0076749C">
        <w:rPr>
          <w:rFonts w:ascii="Book Antiqua" w:hAnsi="Book Antiqua" w:cs="Arial"/>
          <w:b/>
          <w:bCs/>
          <w:noProof/>
          <w:sz w:val="24"/>
        </w:rPr>
        <w:t>“</w:t>
      </w:r>
    </w:p>
    <w:p w14:paraId="37CD9C39" w14:textId="77777777"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65EF0CF3"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1ED0A2BE" w14:textId="77777777"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45000C0B"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2DDAE49A"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03D08B1C" w14:textId="77777777" w:rsidTr="00403CCB">
        <w:trPr>
          <w:trHeight w:val="390"/>
        </w:trPr>
        <w:tc>
          <w:tcPr>
            <w:tcW w:w="9132" w:type="dxa"/>
            <w:gridSpan w:val="3"/>
            <w:shd w:val="clear" w:color="auto" w:fill="D9E2F3"/>
            <w:vAlign w:val="center"/>
          </w:tcPr>
          <w:p w14:paraId="4180C348"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1BB75095" w14:textId="77777777" w:rsidTr="00403CCB">
        <w:trPr>
          <w:trHeight w:val="383"/>
        </w:trPr>
        <w:tc>
          <w:tcPr>
            <w:tcW w:w="9132" w:type="dxa"/>
            <w:gridSpan w:val="3"/>
            <w:shd w:val="clear" w:color="auto" w:fill="D9E2F3" w:themeFill="accent1" w:themeFillTint="33"/>
            <w:vAlign w:val="center"/>
          </w:tcPr>
          <w:p w14:paraId="72755E80"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60AC0FA9" w14:textId="77777777" w:rsidTr="00403CCB">
        <w:trPr>
          <w:trHeight w:val="1191"/>
        </w:trPr>
        <w:tc>
          <w:tcPr>
            <w:tcW w:w="3039" w:type="dxa"/>
            <w:vAlign w:val="center"/>
          </w:tcPr>
          <w:p w14:paraId="629B362C"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777A3236"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25E547F7"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68069C6E"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4628857B" w14:textId="77777777" w:rsidTr="00403CCB">
        <w:trPr>
          <w:trHeight w:val="1463"/>
        </w:trPr>
        <w:tc>
          <w:tcPr>
            <w:tcW w:w="3039" w:type="dxa"/>
          </w:tcPr>
          <w:p w14:paraId="43E1AF38"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440BD59B"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50E621E" w14:textId="77777777" w:rsidR="008325B7" w:rsidRPr="00106035" w:rsidRDefault="008325B7" w:rsidP="00595B37">
            <w:pPr>
              <w:ind w:left="41" w:firstLine="12"/>
              <w:rPr>
                <w:rFonts w:ascii="Book Antiqua" w:hAnsi="Book Antiqua" w:cstheme="minorHAnsi"/>
                <w:lang w:eastAsia="x-none"/>
              </w:rPr>
            </w:pPr>
          </w:p>
        </w:tc>
        <w:tc>
          <w:tcPr>
            <w:tcW w:w="2753" w:type="dxa"/>
          </w:tcPr>
          <w:p w14:paraId="63D6E553" w14:textId="77777777" w:rsidR="008325B7" w:rsidRPr="00106035" w:rsidRDefault="008325B7" w:rsidP="00595B37">
            <w:pPr>
              <w:ind w:left="41" w:firstLine="12"/>
              <w:rPr>
                <w:rFonts w:ascii="Book Antiqua" w:hAnsi="Book Antiqua" w:cstheme="minorHAnsi"/>
              </w:rPr>
            </w:pPr>
          </w:p>
        </w:tc>
      </w:tr>
      <w:tr w:rsidR="008325B7" w:rsidRPr="00BF2E3B" w14:paraId="39B8F10E" w14:textId="77777777" w:rsidTr="00403CCB">
        <w:trPr>
          <w:trHeight w:val="1286"/>
        </w:trPr>
        <w:tc>
          <w:tcPr>
            <w:tcW w:w="3039" w:type="dxa"/>
          </w:tcPr>
          <w:p w14:paraId="1B95A1D8"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6E8CFF"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6A23EEF2" w14:textId="77777777" w:rsidR="008325B7" w:rsidRPr="00106035" w:rsidRDefault="008325B7" w:rsidP="00595B37">
            <w:pPr>
              <w:rPr>
                <w:rFonts w:ascii="Book Antiqua" w:hAnsi="Book Antiqua" w:cstheme="minorHAnsi"/>
              </w:rPr>
            </w:pPr>
          </w:p>
        </w:tc>
        <w:tc>
          <w:tcPr>
            <w:tcW w:w="2753" w:type="dxa"/>
          </w:tcPr>
          <w:p w14:paraId="7F92B1B9" w14:textId="77777777" w:rsidR="008325B7" w:rsidRPr="00106035" w:rsidRDefault="008325B7" w:rsidP="00595B37">
            <w:pPr>
              <w:ind w:left="41" w:firstLine="12"/>
              <w:rPr>
                <w:rFonts w:ascii="Book Antiqua" w:hAnsi="Book Antiqua" w:cstheme="minorHAnsi"/>
              </w:rPr>
            </w:pPr>
          </w:p>
        </w:tc>
      </w:tr>
      <w:tr w:rsidR="008325B7" w:rsidRPr="00BF2E3B" w14:paraId="2623329E" w14:textId="77777777" w:rsidTr="00C74C8A">
        <w:trPr>
          <w:trHeight w:val="1549"/>
        </w:trPr>
        <w:tc>
          <w:tcPr>
            <w:tcW w:w="3039" w:type="dxa"/>
          </w:tcPr>
          <w:p w14:paraId="070480D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2CEF737"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68EEEDA4"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11FA5AA" w14:textId="77777777" w:rsidR="008325B7" w:rsidRPr="00106035" w:rsidRDefault="008325B7" w:rsidP="00595B37">
            <w:pPr>
              <w:ind w:left="41" w:firstLine="12"/>
              <w:rPr>
                <w:rFonts w:ascii="Book Antiqua" w:hAnsi="Book Antiqua" w:cstheme="minorHAnsi"/>
              </w:rPr>
            </w:pPr>
          </w:p>
        </w:tc>
      </w:tr>
      <w:tr w:rsidR="008325B7" w:rsidRPr="00BF2E3B" w14:paraId="1A4E183F" w14:textId="77777777" w:rsidTr="00403CCB">
        <w:trPr>
          <w:trHeight w:val="396"/>
        </w:trPr>
        <w:tc>
          <w:tcPr>
            <w:tcW w:w="9132" w:type="dxa"/>
            <w:gridSpan w:val="3"/>
            <w:shd w:val="clear" w:color="auto" w:fill="D9E2F3" w:themeFill="accent1" w:themeFillTint="33"/>
          </w:tcPr>
          <w:p w14:paraId="2F59924B"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4BD3A727" w14:textId="77777777" w:rsidTr="00C74C8A">
        <w:trPr>
          <w:trHeight w:val="1564"/>
        </w:trPr>
        <w:tc>
          <w:tcPr>
            <w:tcW w:w="3039" w:type="dxa"/>
          </w:tcPr>
          <w:p w14:paraId="4104E9ED"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48EF60C"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B82191B"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909E645" w14:textId="77777777" w:rsidR="008325B7" w:rsidRPr="00106035" w:rsidRDefault="008325B7" w:rsidP="00595B37">
            <w:pPr>
              <w:ind w:left="41" w:firstLine="12"/>
              <w:rPr>
                <w:rFonts w:ascii="Book Antiqua" w:hAnsi="Book Antiqua" w:cstheme="minorHAnsi"/>
              </w:rPr>
            </w:pPr>
          </w:p>
        </w:tc>
      </w:tr>
      <w:tr w:rsidR="008325B7" w:rsidRPr="00BF2E3B" w14:paraId="13A53872" w14:textId="77777777" w:rsidTr="00403CCB">
        <w:trPr>
          <w:trHeight w:val="1606"/>
        </w:trPr>
        <w:tc>
          <w:tcPr>
            <w:tcW w:w="3039" w:type="dxa"/>
          </w:tcPr>
          <w:p w14:paraId="11C064F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CED99B1"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622DE5DA"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15D7D223" w14:textId="77777777" w:rsidR="008325B7" w:rsidRPr="00106035" w:rsidRDefault="008325B7" w:rsidP="00595B37">
            <w:pPr>
              <w:ind w:left="41" w:firstLine="12"/>
              <w:rPr>
                <w:rFonts w:ascii="Book Antiqua" w:hAnsi="Book Antiqua" w:cstheme="minorHAnsi"/>
              </w:rPr>
            </w:pPr>
          </w:p>
        </w:tc>
      </w:tr>
      <w:tr w:rsidR="008325B7" w:rsidRPr="00BF2E3B" w14:paraId="1BDD990C" w14:textId="77777777" w:rsidTr="00403CCB">
        <w:trPr>
          <w:trHeight w:val="2154"/>
        </w:trPr>
        <w:tc>
          <w:tcPr>
            <w:tcW w:w="3039" w:type="dxa"/>
          </w:tcPr>
          <w:p w14:paraId="44733BF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3CF4DD1"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2E9066C"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10A81941" w14:textId="77777777" w:rsidR="008325B7" w:rsidRPr="00106035" w:rsidRDefault="008325B7" w:rsidP="00595B37">
            <w:pPr>
              <w:ind w:left="41" w:firstLine="12"/>
              <w:rPr>
                <w:rFonts w:ascii="Book Antiqua" w:hAnsi="Book Antiqua" w:cstheme="minorHAnsi"/>
              </w:rPr>
            </w:pPr>
          </w:p>
        </w:tc>
      </w:tr>
    </w:tbl>
    <w:p w14:paraId="1F45314F" w14:textId="77777777"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3C817645"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DA31559" w14:textId="77777777"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 xml:space="preserve">zajištění splnění smlouvy </w:t>
      </w:r>
    </w:p>
    <w:p w14:paraId="0476E0D6"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F9C1BA0"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02DCB793" w14:textId="2BE754F9"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1617EA" w:rsidRPr="001617EA">
        <w:rPr>
          <w:rFonts w:ascii="Book Antiqua" w:hAnsi="Book Antiqua" w:cstheme="minorHAnsi"/>
          <w:b/>
          <w:bCs/>
          <w:sz w:val="22"/>
          <w:szCs w:val="22"/>
        </w:rPr>
        <w:t>III/35722 Podhořany u Nových Hradů, opěrná zeď</w:t>
      </w:r>
      <w:r w:rsidRPr="002405A7">
        <w:rPr>
          <w:rFonts w:ascii="Book Antiqua" w:hAnsi="Book Antiqua" w:cstheme="minorHAnsi"/>
          <w:sz w:val="22"/>
          <w:szCs w:val="22"/>
        </w:rPr>
        <w:t>“</w:t>
      </w:r>
    </w:p>
    <w:bookmarkEnd w:id="1"/>
    <w:p w14:paraId="687B2BD6" w14:textId="77777777"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84D9BB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345CA130"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60A08E1F" w14:textId="77777777" w:rsidR="004D384A" w:rsidRPr="00C02301" w:rsidRDefault="004D384A" w:rsidP="004D384A">
      <w:pPr>
        <w:jc w:val="both"/>
        <w:rPr>
          <w:rFonts w:ascii="Book Antiqua" w:hAnsi="Book Antiqua" w:cstheme="minorHAnsi"/>
          <w:sz w:val="22"/>
          <w:szCs w:val="22"/>
        </w:rPr>
      </w:pPr>
    </w:p>
    <w:p w14:paraId="0A791362" w14:textId="402D19A9" w:rsidR="004D384A" w:rsidRPr="002513D3" w:rsidRDefault="00736185"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Pr="002405A7">
        <w:rPr>
          <w:rFonts w:ascii="Book Antiqua" w:hAnsi="Book Antiqua" w:cstheme="minorHAnsi"/>
          <w:sz w:val="22"/>
          <w:szCs w:val="22"/>
        </w:rPr>
        <w:t xml:space="preserve"> </w:t>
      </w:r>
      <w:r w:rsidR="00D96F3B" w:rsidRPr="002405A7">
        <w:rPr>
          <w:rFonts w:ascii="Book Antiqua" w:hAnsi="Book Antiqua" w:cstheme="minorHAnsi"/>
          <w:sz w:val="22"/>
          <w:szCs w:val="22"/>
        </w:rPr>
        <w:t>„</w:t>
      </w:r>
      <w:r w:rsidR="001617EA" w:rsidRPr="001617EA">
        <w:rPr>
          <w:rFonts w:ascii="Book Antiqua" w:hAnsi="Book Antiqua" w:cs="Arial"/>
          <w:noProof/>
          <w:sz w:val="22"/>
          <w:szCs w:val="22"/>
        </w:rPr>
        <w:t>III/35722 Podhořany u Nových Hradů, opěrná zeď</w:t>
      </w:r>
      <w:r w:rsidR="00CF7FD7">
        <w:rPr>
          <w:rFonts w:ascii="Book Antiqua" w:hAnsi="Book Antiqua" w:cstheme="minorHAnsi"/>
          <w:sz w:val="22"/>
          <w:szCs w:val="22"/>
        </w:rPr>
        <w:t>“</w:t>
      </w:r>
      <w:r w:rsidR="00CF7FD7" w:rsidRPr="00CF7FD7">
        <w:rPr>
          <w:rFonts w:ascii="Book Antiqua" w:hAnsi="Book Antiqua" w:cstheme="minorHAnsi"/>
          <w:sz w:val="22"/>
          <w:szCs w:val="22"/>
        </w:rPr>
        <w:t xml:space="preserve"> </w:t>
      </w:r>
      <w:r w:rsidR="004D384A" w:rsidRPr="00D86FB7">
        <w:rPr>
          <w:rFonts w:ascii="Book Antiqua" w:hAnsi="Book Antiqua" w:cstheme="minorHAnsi"/>
          <w:sz w:val="22"/>
          <w:szCs w:val="22"/>
        </w:rPr>
        <w:t>(dále jen „</w:t>
      </w:r>
      <w:r w:rsidR="004D384A" w:rsidRPr="00D86FB7">
        <w:rPr>
          <w:rFonts w:ascii="Book Antiqua" w:hAnsi="Book Antiqua" w:cstheme="minorHAnsi"/>
          <w:sz w:val="22"/>
          <w:szCs w:val="22"/>
          <w:u w:val="single"/>
        </w:rPr>
        <w:t>Dílo</w:t>
      </w:r>
      <w:r w:rsidR="004D384A" w:rsidRPr="00D86FB7">
        <w:rPr>
          <w:rFonts w:ascii="Book Antiqua" w:hAnsi="Book Antiqua" w:cstheme="minorHAnsi"/>
          <w:sz w:val="22"/>
          <w:szCs w:val="22"/>
        </w:rPr>
        <w:t>“).</w:t>
      </w:r>
    </w:p>
    <w:p w14:paraId="61E93B17" w14:textId="77777777" w:rsidR="004D384A" w:rsidRPr="00C02301" w:rsidRDefault="004D384A" w:rsidP="004D384A">
      <w:pPr>
        <w:jc w:val="both"/>
        <w:rPr>
          <w:rFonts w:ascii="Book Antiqua" w:hAnsi="Book Antiqua" w:cstheme="minorHAnsi"/>
          <w:b/>
          <w:sz w:val="22"/>
          <w:szCs w:val="22"/>
        </w:rPr>
      </w:pPr>
    </w:p>
    <w:p w14:paraId="4B8CCC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w:t>
      </w:r>
      <w:r w:rsidR="001673D2" w:rsidRPr="00C02301">
        <w:rPr>
          <w:rFonts w:ascii="Book Antiqua" w:hAnsi="Book Antiqua" w:cstheme="minorHAnsi"/>
          <w:sz w:val="22"/>
          <w:szCs w:val="22"/>
        </w:rPr>
        <w:t xml:space="preserve">jež tvoří nedílnou součást Smlouvy, je Zhotovitel povinen zajistit řádné plnění svých povinností ze Smlouvy </w:t>
      </w:r>
      <w:r w:rsidR="001673D2" w:rsidRPr="00F351CC">
        <w:rPr>
          <w:rFonts w:ascii="Book Antiqua" w:hAnsi="Book Antiqua" w:cstheme="minorHAnsi"/>
          <w:sz w:val="22"/>
          <w:szCs w:val="22"/>
          <w:highlight w:val="yellow"/>
        </w:rPr>
        <w:t>bankovní/pojistnou</w:t>
      </w:r>
      <w:r w:rsidR="001673D2" w:rsidRPr="00C02301">
        <w:rPr>
          <w:rFonts w:ascii="Book Antiqua" w:hAnsi="Book Antiqua" w:cstheme="minorHAnsi"/>
          <w:sz w:val="22"/>
          <w:szCs w:val="22"/>
        </w:rPr>
        <w:t xml:space="preserve"> zárukou vystavenou ve prospěch Správy a údržby silnic Pardubického kraje. Dále jsme byli informováni, že můžete požadovat, aby Zhotovitel zajistil prodloužení této </w:t>
      </w:r>
      <w:r w:rsidR="001673D2" w:rsidRPr="00F351CC">
        <w:rPr>
          <w:rFonts w:ascii="Book Antiqua" w:hAnsi="Book Antiqua" w:cstheme="minorHAnsi"/>
          <w:sz w:val="22"/>
          <w:szCs w:val="22"/>
          <w:highlight w:val="yellow"/>
        </w:rPr>
        <w:t>bankovní/pojistné</w:t>
      </w:r>
      <w:r w:rsidR="001673D2" w:rsidRPr="00C02301">
        <w:rPr>
          <w:rFonts w:ascii="Book Antiqua" w:hAnsi="Book Antiqua" w:cstheme="minorHAnsi"/>
          <w:sz w:val="22"/>
          <w:szCs w:val="22"/>
        </w:rPr>
        <w:t xml:space="preserve"> záruky, neobdržel-li Potvrzení o převzetí Díla nebo poslední Sekce podle </w:t>
      </w:r>
      <w:r w:rsidR="001673D2">
        <w:rPr>
          <w:rFonts w:ascii="Book Antiqua" w:hAnsi="Book Antiqua" w:cstheme="minorHAnsi"/>
          <w:sz w:val="22"/>
          <w:szCs w:val="22"/>
        </w:rPr>
        <w:t xml:space="preserve">Pod-čl. </w:t>
      </w:r>
      <w:r w:rsidR="001673D2" w:rsidRPr="00D452A4">
        <w:rPr>
          <w:rFonts w:ascii="Book Antiqua" w:hAnsi="Book Antiqua" w:cstheme="minorHAnsi"/>
          <w:sz w:val="22"/>
          <w:szCs w:val="22"/>
        </w:rPr>
        <w:t>8.2 Smluvních podmínek</w:t>
      </w:r>
      <w:r w:rsidR="001673D2" w:rsidRPr="00C02301">
        <w:rPr>
          <w:rFonts w:ascii="Book Antiqua" w:hAnsi="Book Antiqua" w:cstheme="minorHAnsi"/>
          <w:sz w:val="22"/>
          <w:szCs w:val="22"/>
        </w:rPr>
        <w:t xml:space="preserve"> nebo nepředal-li Vám záruku za odstranění vad podle Smlouvy do 28 dnů před dnem zániku této </w:t>
      </w:r>
      <w:r w:rsidR="001673D2" w:rsidRPr="00F351CC">
        <w:rPr>
          <w:rFonts w:ascii="Book Antiqua" w:hAnsi="Book Antiqua" w:cstheme="minorHAnsi"/>
          <w:sz w:val="22"/>
          <w:szCs w:val="22"/>
          <w:highlight w:val="yellow"/>
        </w:rPr>
        <w:t>bankovní/pojistné</w:t>
      </w:r>
      <w:r w:rsidR="001673D2" w:rsidRPr="00C02301">
        <w:rPr>
          <w:rFonts w:ascii="Book Antiqua" w:hAnsi="Book Antiqua" w:cstheme="minorHAnsi"/>
          <w:sz w:val="22"/>
          <w:szCs w:val="22"/>
        </w:rPr>
        <w:t xml:space="preserve"> záruky.</w:t>
      </w:r>
    </w:p>
    <w:p w14:paraId="7399C071" w14:textId="77777777" w:rsidR="004D384A" w:rsidRPr="00C02301" w:rsidRDefault="004D384A" w:rsidP="004D384A">
      <w:pPr>
        <w:jc w:val="both"/>
        <w:rPr>
          <w:rFonts w:ascii="Book Antiqua" w:hAnsi="Book Antiqua" w:cstheme="minorHAnsi"/>
          <w:sz w:val="22"/>
          <w:szCs w:val="22"/>
        </w:rPr>
      </w:pPr>
    </w:p>
    <w:p w14:paraId="6C78A56F" w14:textId="77777777" w:rsidR="004D384A" w:rsidRPr="00C02301" w:rsidRDefault="00C8529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 Smlouva nabyla účinnosti a že</w:t>
      </w:r>
      <w:r w:rsidR="004D384A" w:rsidRPr="00C02301">
        <w:rPr>
          <w:rFonts w:ascii="Book Antiqua" w:hAnsi="Book Antiqua" w:cstheme="minorHAnsi"/>
          <w:sz w:val="22"/>
          <w:szCs w:val="22"/>
        </w:rPr>
        <w:t xml:space="preserve"> </w:t>
      </w:r>
    </w:p>
    <w:p w14:paraId="6B6F9339" w14:textId="7777777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326FF44F" w14:textId="77777777" w:rsidR="004D384A" w:rsidRPr="00C02301" w:rsidRDefault="0046484D"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záruka za odstranění vad Vám nebyla předána z důvodů přičitatelných Zhotoviteli, a že platnost této </w:t>
      </w:r>
      <w:r w:rsidRPr="00226F0B">
        <w:rPr>
          <w:rFonts w:ascii="Book Antiqua" w:hAnsi="Book Antiqua" w:cstheme="minorHAnsi"/>
          <w:sz w:val="22"/>
          <w:szCs w:val="22"/>
          <w:highlight w:val="yellow"/>
        </w:rPr>
        <w:lastRenderedPageBreak/>
        <w:t>bankovní/pojistné</w:t>
      </w:r>
      <w:r w:rsidRPr="00C02301">
        <w:rPr>
          <w:rFonts w:ascii="Book Antiqua" w:hAnsi="Book Antiqua" w:cstheme="minorHAnsi"/>
          <w:sz w:val="22"/>
          <w:szCs w:val="22"/>
        </w:rPr>
        <w:t xml:space="preserve"> záruky nebyla prodloužena, 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004D384A" w:rsidRPr="00C02301">
        <w:rPr>
          <w:rFonts w:ascii="Book Antiqua" w:hAnsi="Book Antiqua" w:cstheme="minorHAnsi"/>
          <w:sz w:val="22"/>
          <w:szCs w:val="22"/>
        </w:rPr>
        <w:t xml:space="preserve">  </w:t>
      </w:r>
    </w:p>
    <w:p w14:paraId="0BFC454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7F99E2F" w14:textId="77777777" w:rsidR="004D384A" w:rsidRPr="00C02301" w:rsidRDefault="004D384A" w:rsidP="004D384A">
      <w:pPr>
        <w:jc w:val="both"/>
        <w:rPr>
          <w:rFonts w:ascii="Book Antiqua" w:hAnsi="Book Antiqua" w:cstheme="minorHAnsi"/>
          <w:sz w:val="22"/>
          <w:szCs w:val="22"/>
        </w:rPr>
      </w:pPr>
    </w:p>
    <w:p w14:paraId="6E366D87" w14:textId="77777777" w:rsidR="004D384A" w:rsidRPr="00C02301" w:rsidRDefault="00C4520B"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3914C8EF" w14:textId="77777777" w:rsidR="00BC6CBF" w:rsidRDefault="00BC6CBF" w:rsidP="004D384A">
      <w:pPr>
        <w:jc w:val="both"/>
        <w:rPr>
          <w:rFonts w:ascii="Book Antiqua" w:hAnsi="Book Antiqua" w:cstheme="minorHAnsi"/>
          <w:bCs/>
          <w:sz w:val="22"/>
          <w:szCs w:val="22"/>
        </w:rPr>
      </w:pPr>
    </w:p>
    <w:p w14:paraId="6D6D3A16" w14:textId="77777777" w:rsidR="004D384A" w:rsidRPr="00C02301" w:rsidRDefault="00020858"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je vůči Vám účinná uplynutím pěti pracovních dnů ode dne, kdy Vám bude doručeno naše písemné oznámení o změně této adresy.</w:t>
      </w:r>
      <w:r w:rsidR="004D384A" w:rsidRPr="00C02301">
        <w:rPr>
          <w:rFonts w:ascii="Book Antiqua" w:hAnsi="Book Antiqua" w:cstheme="minorHAnsi"/>
          <w:bCs/>
          <w:sz w:val="22"/>
          <w:szCs w:val="22"/>
        </w:rPr>
        <w:t xml:space="preserve"> </w:t>
      </w:r>
    </w:p>
    <w:p w14:paraId="125A3FDA" w14:textId="77777777" w:rsidR="004D384A" w:rsidRPr="00C02301" w:rsidRDefault="004D384A" w:rsidP="004D384A">
      <w:pPr>
        <w:jc w:val="both"/>
        <w:rPr>
          <w:rFonts w:ascii="Book Antiqua" w:hAnsi="Book Antiqua" w:cstheme="minorHAnsi"/>
          <w:sz w:val="22"/>
          <w:szCs w:val="22"/>
        </w:rPr>
      </w:pPr>
    </w:p>
    <w:p w14:paraId="2B504A5D" w14:textId="77777777" w:rsidR="004D384A" w:rsidRPr="00C02301" w:rsidRDefault="00BD02CD" w:rsidP="004D384A">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4241A628" w14:textId="77777777" w:rsidR="004D384A" w:rsidRPr="00C02301" w:rsidRDefault="004D384A" w:rsidP="004D384A">
      <w:pPr>
        <w:jc w:val="both"/>
        <w:rPr>
          <w:rFonts w:ascii="Book Antiqua" w:hAnsi="Book Antiqua" w:cstheme="minorHAnsi"/>
          <w:sz w:val="22"/>
          <w:szCs w:val="22"/>
        </w:rPr>
      </w:pPr>
    </w:p>
    <w:p w14:paraId="6B90143C" w14:textId="77777777" w:rsidR="00D26A17" w:rsidRPr="00C02301" w:rsidRDefault="00D26A17" w:rsidP="00D26A1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11653B7C"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73A7B6EC"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04216264"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vydání Potvrzení o převzetí díla]</w:t>
      </w:r>
    </w:p>
    <w:p w14:paraId="0FC8441D" w14:textId="77777777" w:rsidR="004D384A" w:rsidRPr="00C02301" w:rsidRDefault="00D26A17" w:rsidP="00D26A17">
      <w:pPr>
        <w:jc w:val="both"/>
        <w:rPr>
          <w:rFonts w:ascii="Book Antiqua" w:hAnsi="Book Antiqua" w:cstheme="minorHAnsi"/>
          <w:sz w:val="22"/>
          <w:szCs w:val="22"/>
        </w:rPr>
      </w:pPr>
      <w:r w:rsidRPr="00C02301">
        <w:rPr>
          <w:rFonts w:ascii="Book Antiqua" w:hAnsi="Book Antiqua" w:cstheme="minorHAnsi"/>
          <w:sz w:val="22"/>
          <w:szCs w:val="22"/>
        </w:rPr>
        <w:t>podle toho, která z uvedených skutečností nastane dříve.</w:t>
      </w:r>
      <w:r w:rsidR="004D384A" w:rsidRPr="00C02301">
        <w:rPr>
          <w:rFonts w:ascii="Book Antiqua" w:hAnsi="Book Antiqua" w:cstheme="minorHAnsi"/>
          <w:sz w:val="22"/>
          <w:szCs w:val="22"/>
        </w:rPr>
        <w:t xml:space="preserve"> </w:t>
      </w:r>
    </w:p>
    <w:p w14:paraId="10E9BF57" w14:textId="77777777" w:rsidR="004D384A" w:rsidRPr="00C02301" w:rsidRDefault="004D384A" w:rsidP="004D384A">
      <w:pPr>
        <w:jc w:val="both"/>
        <w:rPr>
          <w:rFonts w:ascii="Book Antiqua" w:hAnsi="Book Antiqua" w:cstheme="minorHAnsi"/>
          <w:sz w:val="22"/>
          <w:szCs w:val="22"/>
        </w:rPr>
      </w:pPr>
    </w:p>
    <w:p w14:paraId="725E25EC" w14:textId="77777777" w:rsidR="00F91F78" w:rsidRPr="00C02301" w:rsidRDefault="00F91F78" w:rsidP="00F91F78">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20E1CD37" w14:textId="77777777" w:rsidR="00F91F78" w:rsidRPr="00C02301" w:rsidRDefault="00F91F78" w:rsidP="00F91F78">
      <w:pPr>
        <w:jc w:val="both"/>
        <w:rPr>
          <w:rFonts w:ascii="Book Antiqua" w:hAnsi="Book Antiqua" w:cstheme="minorHAnsi"/>
          <w:sz w:val="22"/>
          <w:szCs w:val="22"/>
        </w:rPr>
      </w:pPr>
    </w:p>
    <w:p w14:paraId="118A81D6" w14:textId="77777777" w:rsidR="00F91F78" w:rsidRPr="00C02301" w:rsidRDefault="00F91F78" w:rsidP="00F91F78">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09A3B3D4" w14:textId="77777777" w:rsidR="00F91F78" w:rsidRPr="00C02301" w:rsidRDefault="00F91F78" w:rsidP="00F91F78">
      <w:pPr>
        <w:jc w:val="both"/>
        <w:rPr>
          <w:rFonts w:ascii="Book Antiqua" w:hAnsi="Book Antiqua" w:cstheme="minorHAnsi"/>
          <w:sz w:val="22"/>
          <w:szCs w:val="22"/>
        </w:rPr>
      </w:pPr>
      <w:r>
        <w:rPr>
          <w:rFonts w:ascii="Book Antiqua" w:hAnsi="Book Antiqua" w:cstheme="minorHAnsi"/>
          <w:sz w:val="22"/>
          <w:szCs w:val="22"/>
        </w:rPr>
        <w:t xml:space="preserve"> </w:t>
      </w:r>
    </w:p>
    <w:p w14:paraId="6836919F" w14:textId="77777777" w:rsidR="00F91F78" w:rsidRPr="00C02301" w:rsidRDefault="00F91F78" w:rsidP="00F91F78">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107D7727" w14:textId="77777777" w:rsidR="004D384A" w:rsidRPr="00C02301" w:rsidRDefault="00F91F78" w:rsidP="00F91F78">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3850C658" w14:textId="77777777" w:rsidR="004D384A" w:rsidRPr="00C02301" w:rsidRDefault="004D384A" w:rsidP="004D384A">
      <w:pPr>
        <w:jc w:val="both"/>
        <w:rPr>
          <w:rFonts w:ascii="Book Antiqua" w:hAnsi="Book Antiqua" w:cstheme="minorHAnsi"/>
          <w:sz w:val="22"/>
          <w:szCs w:val="22"/>
        </w:rPr>
      </w:pPr>
    </w:p>
    <w:p w14:paraId="0DD5FA2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64E9ADDC"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73BFC402"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1ECF80EE" w14:textId="77777777" w:rsidR="002A06C1" w:rsidRPr="00BB3EC9" w:rsidRDefault="002A06C1" w:rsidP="002A06C1">
      <w:pPr>
        <w:rPr>
          <w:rFonts w:ascii="Book Antiqua" w:hAnsi="Book Antiqua" w:cstheme="minorHAnsi"/>
          <w:sz w:val="22"/>
          <w:szCs w:val="22"/>
        </w:rPr>
      </w:pPr>
    </w:p>
    <w:p w14:paraId="1991FC36" w14:textId="77777777" w:rsidR="002D6627" w:rsidRDefault="004518AA"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t xml:space="preserve">[Pozn. pro dodavatele: </w:t>
      </w:r>
      <w:r>
        <w:rPr>
          <w:rFonts w:ascii="Book Antiqua" w:hAnsi="Book Antiqua" w:cstheme="minorHAnsi"/>
          <w:sz w:val="22"/>
          <w:szCs w:val="22"/>
          <w:highlight w:val="yellow"/>
        </w:rPr>
        <w:t>Zajištění splnění smlouvy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zajištění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p>
    <w:p w14:paraId="10855D9D"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67651A23" w14:textId="77777777"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2CA8A335"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5C89F0B5" w14:textId="77777777"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odstranění vad</w:t>
      </w:r>
    </w:p>
    <w:p w14:paraId="32E4426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79D3F315"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53215707" w14:textId="14B36D83"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1617EA" w:rsidRPr="001617EA">
        <w:rPr>
          <w:rFonts w:ascii="Book Antiqua" w:hAnsi="Book Antiqua" w:cs="Arial"/>
          <w:b/>
          <w:bCs/>
          <w:noProof/>
          <w:sz w:val="22"/>
          <w:szCs w:val="22"/>
        </w:rPr>
        <w:t>III/35722 Podhořany u Nových Hradů, opěrná zeď</w:t>
      </w:r>
      <w:r w:rsidRPr="003963CA">
        <w:rPr>
          <w:rFonts w:ascii="Book Antiqua" w:hAnsi="Book Antiqua" w:cstheme="minorHAnsi"/>
          <w:noProof/>
          <w:sz w:val="22"/>
          <w:szCs w:val="22"/>
        </w:rPr>
        <w:t>“</w:t>
      </w:r>
    </w:p>
    <w:p w14:paraId="41147EAF" w14:textId="7777777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4A4CE2E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02AA98C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65B30B36"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20C2146D" w14:textId="77777777" w:rsidR="004D384A" w:rsidRPr="00C02301" w:rsidRDefault="004D384A" w:rsidP="008A6F15">
      <w:pPr>
        <w:jc w:val="both"/>
        <w:rPr>
          <w:rFonts w:ascii="Book Antiqua" w:hAnsi="Book Antiqua" w:cstheme="minorHAnsi"/>
          <w:sz w:val="22"/>
          <w:szCs w:val="22"/>
        </w:rPr>
      </w:pPr>
    </w:p>
    <w:p w14:paraId="5096631A" w14:textId="0E32EB72" w:rsidR="004D384A" w:rsidRPr="00AC2163" w:rsidRDefault="006C3B8B"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00C46D29" w:rsidRPr="00AE316F">
        <w:rPr>
          <w:rFonts w:ascii="Book Antiqua" w:hAnsi="Book Antiqua" w:cstheme="minorHAnsi"/>
          <w:sz w:val="22"/>
          <w:szCs w:val="22"/>
        </w:rPr>
        <w:t xml:space="preserve"> „</w:t>
      </w:r>
      <w:r w:rsidR="00F42D81" w:rsidRPr="001617EA">
        <w:rPr>
          <w:rFonts w:ascii="Book Antiqua" w:hAnsi="Book Antiqua" w:cs="Arial"/>
          <w:noProof/>
          <w:sz w:val="22"/>
          <w:szCs w:val="22"/>
        </w:rPr>
        <w:t>III/35722 Podhořany u Nových Hradů, opěrná zeď</w:t>
      </w:r>
      <w:r w:rsidR="00C06EF6">
        <w:rPr>
          <w:rFonts w:ascii="Book Antiqua" w:hAnsi="Book Antiqua" w:cstheme="minorHAnsi"/>
          <w:sz w:val="22"/>
          <w:szCs w:val="22"/>
        </w:rPr>
        <w:t>“</w:t>
      </w:r>
      <w:r w:rsidR="00C06EF6" w:rsidRPr="00AE316F">
        <w:rPr>
          <w:rFonts w:ascii="Book Antiqua" w:hAnsi="Book Antiqua" w:cstheme="minorHAnsi"/>
          <w:sz w:val="22"/>
          <w:szCs w:val="22"/>
        </w:rPr>
        <w:t xml:space="preserve"> </w:t>
      </w:r>
      <w:r w:rsidR="004D384A" w:rsidRPr="00AE316F">
        <w:rPr>
          <w:rFonts w:ascii="Book Antiqua" w:hAnsi="Book Antiqua" w:cstheme="minorHAnsi"/>
          <w:sz w:val="22"/>
          <w:szCs w:val="22"/>
        </w:rPr>
        <w:t>(dále jen „</w:t>
      </w:r>
      <w:r w:rsidR="004D384A" w:rsidRPr="00AE316F">
        <w:rPr>
          <w:rFonts w:ascii="Book Antiqua" w:hAnsi="Book Antiqua" w:cstheme="minorHAnsi"/>
          <w:sz w:val="22"/>
          <w:szCs w:val="22"/>
          <w:u w:val="single"/>
        </w:rPr>
        <w:t>Dílo</w:t>
      </w:r>
      <w:r w:rsidR="004D384A" w:rsidRPr="00AE316F">
        <w:rPr>
          <w:rFonts w:ascii="Book Antiqua" w:hAnsi="Book Antiqua" w:cstheme="minorHAnsi"/>
          <w:sz w:val="22"/>
          <w:szCs w:val="22"/>
        </w:rPr>
        <w:t>“).</w:t>
      </w:r>
    </w:p>
    <w:p w14:paraId="3464BD8E" w14:textId="77777777" w:rsidR="004D384A" w:rsidRPr="00C02301" w:rsidRDefault="004D384A" w:rsidP="004D384A">
      <w:pPr>
        <w:jc w:val="both"/>
        <w:rPr>
          <w:rFonts w:ascii="Book Antiqua" w:hAnsi="Book Antiqua" w:cstheme="minorHAnsi"/>
          <w:sz w:val="22"/>
          <w:szCs w:val="22"/>
        </w:rPr>
      </w:pPr>
    </w:p>
    <w:p w14:paraId="17C8B3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w:t>
      </w:r>
      <w:r w:rsidRPr="00CB7CF1">
        <w:rPr>
          <w:rFonts w:ascii="Book Antiqua" w:hAnsi="Book Antiqua" w:cstheme="minorHAnsi"/>
          <w:bCs/>
          <w:sz w:val="22"/>
          <w:szCs w:val="22"/>
          <w:highlight w:val="yellow"/>
        </w:rPr>
        <w:t>bankovní</w:t>
      </w:r>
      <w:r w:rsidR="00CB7CF1" w:rsidRPr="00CB7CF1">
        <w:rPr>
          <w:rFonts w:ascii="Book Antiqua" w:hAnsi="Book Antiqua" w:cstheme="minorHAnsi"/>
          <w:bCs/>
          <w:sz w:val="22"/>
          <w:szCs w:val="22"/>
          <w:highlight w:val="yellow"/>
        </w:rPr>
        <w:t>/pojistnou</w:t>
      </w:r>
      <w:r w:rsidRPr="00C02301">
        <w:rPr>
          <w:rFonts w:ascii="Book Antiqua" w:hAnsi="Book Antiqua" w:cstheme="minorHAnsi"/>
          <w:bCs/>
          <w:sz w:val="22"/>
          <w:szCs w:val="22"/>
        </w:rPr>
        <w:t xml:space="preserve">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w:t>
      </w:r>
      <w:r w:rsidRPr="00CB7CF1">
        <w:rPr>
          <w:rFonts w:ascii="Book Antiqua" w:hAnsi="Book Antiqua" w:cstheme="minorHAnsi"/>
          <w:sz w:val="22"/>
          <w:szCs w:val="22"/>
          <w:highlight w:val="yellow"/>
        </w:rPr>
        <w:t>bankovní</w:t>
      </w:r>
      <w:r w:rsidR="00CB7CF1" w:rsidRPr="00CB7CF1">
        <w:rPr>
          <w:rFonts w:ascii="Book Antiqua" w:hAnsi="Book Antiqua" w:cstheme="minorHAnsi"/>
          <w:sz w:val="22"/>
          <w:szCs w:val="22"/>
          <w:highlight w:val="yellow"/>
        </w:rPr>
        <w:t>/pojistné</w:t>
      </w:r>
      <w:r w:rsidRPr="00C02301">
        <w:rPr>
          <w:rFonts w:ascii="Book Antiqua" w:hAnsi="Book Antiqua" w:cstheme="minorHAnsi"/>
          <w:sz w:val="22"/>
          <w:szCs w:val="22"/>
        </w:rPr>
        <w:t xml:space="preserve"> záruky, </w:t>
      </w:r>
      <w:r w:rsidR="006B2622">
        <w:rPr>
          <w:rFonts w:ascii="Book Antiqua" w:hAnsi="Book Antiqua" w:cstheme="minorHAnsi"/>
          <w:sz w:val="22"/>
          <w:szCs w:val="22"/>
        </w:rPr>
        <w:t>nebylo-li potvrzení o provedení Díla podle Smlouvy vydáno do 28 dnů před dnem zániku této bankovní záruky.</w:t>
      </w:r>
    </w:p>
    <w:p w14:paraId="09A0B097" w14:textId="77777777" w:rsidR="004D384A" w:rsidRPr="00C02301" w:rsidRDefault="004D384A" w:rsidP="004D384A">
      <w:pPr>
        <w:jc w:val="both"/>
        <w:rPr>
          <w:rFonts w:ascii="Book Antiqua" w:hAnsi="Book Antiqua" w:cstheme="minorHAnsi"/>
          <w:bCs/>
          <w:sz w:val="22"/>
          <w:szCs w:val="22"/>
        </w:rPr>
      </w:pPr>
    </w:p>
    <w:p w14:paraId="74A336B1" w14:textId="77777777" w:rsidR="004D384A" w:rsidRPr="00C02301" w:rsidRDefault="00D6427B"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w:t>
      </w:r>
    </w:p>
    <w:p w14:paraId="34761A17" w14:textId="77777777"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31D3AC83" w14:textId="77777777" w:rsidR="004D384A" w:rsidRPr="00C02301" w:rsidRDefault="009A366B"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w:t>
      </w:r>
      <w:r>
        <w:rPr>
          <w:rFonts w:ascii="Book Antiqua" w:hAnsi="Book Antiqua" w:cstheme="minorHAnsi"/>
          <w:sz w:val="22"/>
          <w:szCs w:val="22"/>
        </w:rPr>
        <w:t>ne</w:t>
      </w:r>
      <w:r w:rsidRPr="00C02301">
        <w:rPr>
          <w:rFonts w:ascii="Book Antiqua" w:hAnsi="Book Antiqua" w:cstheme="minorHAnsi"/>
          <w:sz w:val="22"/>
          <w:szCs w:val="22"/>
        </w:rPr>
        <w:t>b</w:t>
      </w:r>
      <w:r>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w:t>
      </w:r>
      <w:r w:rsidRPr="00C02301">
        <w:rPr>
          <w:rFonts w:ascii="Book Antiqua" w:hAnsi="Book Antiqua" w:cstheme="minorHAnsi"/>
          <w:sz w:val="22"/>
          <w:szCs w:val="22"/>
        </w:rPr>
        <w:lastRenderedPageBreak/>
        <w:t xml:space="preserve">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208DF45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00E42DF0" w14:textId="77777777" w:rsidR="004D384A" w:rsidRPr="00C02301" w:rsidRDefault="004D384A" w:rsidP="004D384A">
      <w:pPr>
        <w:tabs>
          <w:tab w:val="left" w:pos="360"/>
        </w:tabs>
        <w:jc w:val="both"/>
        <w:rPr>
          <w:rFonts w:ascii="Book Antiqua" w:hAnsi="Book Antiqua" w:cstheme="minorHAnsi"/>
          <w:sz w:val="22"/>
          <w:szCs w:val="22"/>
        </w:rPr>
      </w:pPr>
    </w:p>
    <w:p w14:paraId="4CC312B9" w14:textId="77777777" w:rsidR="004D384A" w:rsidRPr="00C02301" w:rsidRDefault="00C94897"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72B2286F" w14:textId="77777777" w:rsidR="00BC6CBF" w:rsidRDefault="00BC6CBF" w:rsidP="004D384A">
      <w:pPr>
        <w:jc w:val="both"/>
        <w:rPr>
          <w:rFonts w:ascii="Book Antiqua" w:hAnsi="Book Antiqua" w:cstheme="minorHAnsi"/>
          <w:bCs/>
          <w:sz w:val="22"/>
          <w:szCs w:val="22"/>
        </w:rPr>
      </w:pPr>
    </w:p>
    <w:p w14:paraId="37C61ED7" w14:textId="77777777" w:rsidR="003B3DC7" w:rsidRPr="00C02301" w:rsidRDefault="003B3DC7" w:rsidP="003B3DC7">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4699E2F7" w14:textId="77777777" w:rsidR="003B3DC7" w:rsidRPr="00C02301" w:rsidRDefault="003B3DC7" w:rsidP="003B3DC7">
      <w:pPr>
        <w:jc w:val="both"/>
        <w:rPr>
          <w:rFonts w:ascii="Book Antiqua" w:hAnsi="Book Antiqua" w:cstheme="minorHAnsi"/>
          <w:sz w:val="22"/>
          <w:szCs w:val="22"/>
        </w:rPr>
      </w:pPr>
    </w:p>
    <w:p w14:paraId="18A4F4CD"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0B501280" w14:textId="77777777" w:rsidR="003B3DC7" w:rsidRPr="00C02301" w:rsidRDefault="003B3DC7" w:rsidP="003B3DC7">
      <w:pPr>
        <w:jc w:val="both"/>
        <w:rPr>
          <w:rFonts w:ascii="Book Antiqua" w:hAnsi="Book Antiqua" w:cstheme="minorHAnsi"/>
          <w:sz w:val="22"/>
          <w:szCs w:val="22"/>
        </w:rPr>
      </w:pPr>
    </w:p>
    <w:p w14:paraId="19E26A8E"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1E1E89F4"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149F0A3E"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3458B3A2"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uplynutí záruční doby</w:t>
      </w:r>
      <w:r w:rsidRPr="009B2CC1">
        <w:rPr>
          <w:rFonts w:ascii="Book Antiqua" w:hAnsi="Book Antiqua" w:cstheme="minorHAnsi"/>
          <w:sz w:val="22"/>
          <w:szCs w:val="22"/>
          <w:highlight w:val="yellow"/>
        </w:rPr>
        <w:t>, za předpokladu, že byly vypořádány veškeré nároky Objednatele vůči Zhotoviteli</w:t>
      </w:r>
      <w:r w:rsidRPr="00563A6A">
        <w:rPr>
          <w:rFonts w:ascii="Book Antiqua" w:hAnsi="Book Antiqua" w:cstheme="minorHAnsi"/>
          <w:sz w:val="22"/>
          <w:szCs w:val="22"/>
          <w:highlight w:val="yellow"/>
        </w:rPr>
        <w:t>]</w:t>
      </w:r>
    </w:p>
    <w:p w14:paraId="49F00FCA"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99A8C3B" w14:textId="77777777" w:rsidR="003B3DC7" w:rsidRPr="00C02301" w:rsidRDefault="003B3DC7" w:rsidP="003B3DC7">
      <w:pPr>
        <w:jc w:val="both"/>
        <w:rPr>
          <w:rFonts w:ascii="Book Antiqua" w:hAnsi="Book Antiqua" w:cstheme="minorHAnsi"/>
          <w:sz w:val="22"/>
          <w:szCs w:val="22"/>
        </w:rPr>
      </w:pPr>
    </w:p>
    <w:p w14:paraId="590270B9"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4DAB5960" w14:textId="77777777" w:rsidR="003B3DC7" w:rsidRPr="00C02301" w:rsidRDefault="003B3DC7" w:rsidP="003B3DC7">
      <w:pPr>
        <w:jc w:val="both"/>
        <w:rPr>
          <w:rFonts w:ascii="Book Antiqua" w:hAnsi="Book Antiqua" w:cstheme="minorHAnsi"/>
          <w:sz w:val="22"/>
          <w:szCs w:val="22"/>
        </w:rPr>
      </w:pPr>
    </w:p>
    <w:p w14:paraId="41908E7E"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61B750B6" w14:textId="77777777" w:rsidR="003B3DC7" w:rsidRPr="00C02301" w:rsidRDefault="003B3DC7" w:rsidP="003B3DC7">
      <w:pPr>
        <w:jc w:val="both"/>
        <w:rPr>
          <w:rFonts w:ascii="Book Antiqua" w:hAnsi="Book Antiqua" w:cstheme="minorHAnsi"/>
          <w:sz w:val="22"/>
          <w:szCs w:val="22"/>
        </w:rPr>
      </w:pPr>
      <w:r>
        <w:rPr>
          <w:rFonts w:ascii="Book Antiqua" w:hAnsi="Book Antiqua" w:cstheme="minorHAnsi"/>
          <w:sz w:val="22"/>
          <w:szCs w:val="22"/>
        </w:rPr>
        <w:t xml:space="preserve"> </w:t>
      </w:r>
    </w:p>
    <w:p w14:paraId="50A04742" w14:textId="77777777" w:rsidR="003B3DC7" w:rsidRPr="00C02301" w:rsidRDefault="003B3DC7" w:rsidP="003B3DC7">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2FDA9375" w14:textId="77777777" w:rsidR="003B3DC7" w:rsidRPr="00C02301" w:rsidRDefault="003B3DC7" w:rsidP="003B3DC7">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6F57B93B" w14:textId="77777777" w:rsidR="003B3DC7" w:rsidRDefault="003B3DC7" w:rsidP="009D098B">
      <w:pPr>
        <w:jc w:val="both"/>
        <w:rPr>
          <w:rFonts w:ascii="Book Antiqua" w:hAnsi="Book Antiqua" w:cstheme="minorHAnsi"/>
          <w:sz w:val="22"/>
          <w:szCs w:val="22"/>
        </w:rPr>
      </w:pPr>
    </w:p>
    <w:p w14:paraId="136A0273"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64ECAC8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66A46E98" w14:textId="77777777"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lastRenderedPageBreak/>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4D33A119" w14:textId="77777777" w:rsidR="002A06C1" w:rsidRPr="00BB3EC9" w:rsidRDefault="003B3DC7"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Pr>
          <w:rFonts w:ascii="Book Antiqua" w:hAnsi="Book Antiqua" w:cstheme="minorHAnsi"/>
          <w:sz w:val="22"/>
          <w:szCs w:val="22"/>
          <w:highlight w:val="yellow"/>
        </w:rPr>
        <w:t>Záruka za vady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záruky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p>
    <w:p w14:paraId="50B81ACA" w14:textId="77777777"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41E8A800" w14:textId="77777777"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1581E21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32CA6664" w14:textId="77777777"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nabídku</w:t>
      </w:r>
    </w:p>
    <w:p w14:paraId="19C6D75B"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7C408D68" w14:textId="77777777" w:rsidR="004D384A" w:rsidRPr="00BB2BDA" w:rsidRDefault="004D384A" w:rsidP="004D384A">
      <w:pPr>
        <w:rPr>
          <w:rFonts w:ascii="Book Antiqua" w:hAnsi="Book Antiqua" w:cstheme="minorHAnsi"/>
          <w:sz w:val="24"/>
          <w:szCs w:val="24"/>
        </w:rPr>
      </w:pPr>
    </w:p>
    <w:p w14:paraId="537DB655"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18C8B5EB"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66F7C672"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4A84E798"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7B58670"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39F356D2" w14:textId="77777777" w:rsidR="004D384A" w:rsidRPr="00C02301" w:rsidRDefault="004D384A" w:rsidP="004D384A">
      <w:pPr>
        <w:jc w:val="both"/>
        <w:rPr>
          <w:rFonts w:ascii="Book Antiqua" w:hAnsi="Book Antiqua" w:cstheme="minorHAnsi"/>
          <w:sz w:val="22"/>
          <w:szCs w:val="22"/>
        </w:rPr>
      </w:pPr>
    </w:p>
    <w:p w14:paraId="475691DA" w14:textId="730D68CA" w:rsidR="004D384A" w:rsidRPr="001574D4" w:rsidRDefault="00DE23D0" w:rsidP="0097722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747F0F">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poskytuje v souvislosti se zadávacím řízením na veřejnou zakázku s</w:t>
      </w:r>
      <w:r>
        <w:rPr>
          <w:rFonts w:ascii="Book Antiqua" w:hAnsi="Book Antiqua" w:cstheme="minorHAnsi"/>
          <w:sz w:val="22"/>
          <w:szCs w:val="22"/>
        </w:rPr>
        <w:t> </w:t>
      </w:r>
      <w:r w:rsidRPr="00C02301">
        <w:rPr>
          <w:rFonts w:ascii="Book Antiqua" w:hAnsi="Book Antiqua" w:cstheme="minorHAnsi"/>
          <w:sz w:val="22"/>
          <w:szCs w:val="22"/>
        </w:rPr>
        <w:t>názvem</w:t>
      </w:r>
      <w:r>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F42D81" w:rsidRPr="001617EA">
        <w:rPr>
          <w:rFonts w:ascii="Book Antiqua" w:hAnsi="Book Antiqua" w:cs="Arial"/>
          <w:noProof/>
          <w:sz w:val="22"/>
          <w:szCs w:val="22"/>
        </w:rPr>
        <w:t>III/35722 Podhořany u Nových Hradů, opěrná zeď</w:t>
      </w:r>
      <w:r w:rsidR="001574D4" w:rsidRPr="00C06EF6">
        <w:rPr>
          <w:rFonts w:ascii="Book Antiqua" w:hAnsi="Book Antiqua" w:cstheme="minorHAnsi"/>
          <w:noProof/>
          <w:sz w:val="22"/>
          <w:szCs w:val="22"/>
        </w:rPr>
        <w:t>“</w:t>
      </w:r>
      <w:r w:rsidR="004D384A" w:rsidRPr="00C06EF6">
        <w:rPr>
          <w:rFonts w:ascii="Book Antiqua" w:hAnsi="Book Antiqua" w:cstheme="minorHAnsi"/>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004D384A"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004D384A" w:rsidRPr="00C02301">
        <w:rPr>
          <w:rFonts w:ascii="Book Antiqua" w:hAnsi="Book Antiqua" w:cstheme="minorHAnsi"/>
          <w:bCs/>
          <w:sz w:val="22"/>
          <w:szCs w:val="22"/>
          <w:highlight w:val="yellow"/>
        </w:rPr>
        <w:instrText xml:space="preserve"> FORMTEXT </w:instrText>
      </w:r>
      <w:r w:rsidR="004D384A" w:rsidRPr="00C02301">
        <w:rPr>
          <w:rFonts w:ascii="Book Antiqua" w:hAnsi="Book Antiqua" w:cstheme="minorHAnsi"/>
          <w:bCs/>
          <w:sz w:val="22"/>
          <w:szCs w:val="22"/>
          <w:highlight w:val="yellow"/>
        </w:rPr>
      </w:r>
      <w:r w:rsidR="004D384A" w:rsidRPr="00C02301">
        <w:rPr>
          <w:rFonts w:ascii="Book Antiqua" w:hAnsi="Book Antiqua" w:cstheme="minorHAnsi"/>
          <w:bCs/>
          <w:sz w:val="22"/>
          <w:szCs w:val="22"/>
          <w:highlight w:val="yellow"/>
        </w:rPr>
        <w:fldChar w:fldCharType="separate"/>
      </w:r>
      <w:r w:rsidR="004D384A" w:rsidRPr="00C02301">
        <w:rPr>
          <w:rFonts w:ascii="Book Antiqua" w:hAnsi="Book Antiqua" w:cstheme="minorHAnsi"/>
          <w:bCs/>
          <w:noProof/>
          <w:sz w:val="22"/>
          <w:szCs w:val="22"/>
          <w:highlight w:val="yellow"/>
        </w:rPr>
        <w:t>[bude doplněno]</w:t>
      </w:r>
      <w:r w:rsidR="004D384A"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004D384A" w:rsidRPr="00C02301">
        <w:rPr>
          <w:rFonts w:ascii="Book Antiqua" w:hAnsi="Book Antiqua" w:cstheme="minorHAnsi"/>
          <w:sz w:val="22"/>
          <w:szCs w:val="22"/>
        </w:rPr>
        <w:t>(dále jen „</w:t>
      </w:r>
      <w:r w:rsidR="004D384A" w:rsidRPr="00C02301">
        <w:rPr>
          <w:rFonts w:ascii="Book Antiqua" w:hAnsi="Book Antiqua" w:cstheme="minorHAnsi"/>
          <w:sz w:val="22"/>
          <w:szCs w:val="22"/>
          <w:u w:val="single"/>
        </w:rPr>
        <w:t>Zakázka</w:t>
      </w:r>
      <w:r w:rsidR="004D384A" w:rsidRPr="00C02301">
        <w:rPr>
          <w:rFonts w:ascii="Book Antiqua" w:hAnsi="Book Antiqua" w:cstheme="minorHAnsi"/>
          <w:sz w:val="22"/>
          <w:szCs w:val="22"/>
        </w:rPr>
        <w:t>“).</w:t>
      </w:r>
    </w:p>
    <w:p w14:paraId="5F2630AF" w14:textId="77777777" w:rsidR="004D384A" w:rsidRPr="00C02301" w:rsidRDefault="004D384A" w:rsidP="004D384A">
      <w:pPr>
        <w:jc w:val="both"/>
        <w:rPr>
          <w:rFonts w:ascii="Book Antiqua" w:hAnsi="Book Antiqua" w:cstheme="minorHAnsi"/>
          <w:sz w:val="22"/>
          <w:szCs w:val="22"/>
        </w:rPr>
      </w:pPr>
    </w:p>
    <w:p w14:paraId="5726974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xml:space="preserve">“) </w:t>
      </w:r>
      <w:r w:rsidR="00045AE2" w:rsidRPr="00C02301">
        <w:rPr>
          <w:rFonts w:ascii="Book Antiqua" w:hAnsi="Book Antiqua" w:cstheme="minorHAnsi"/>
          <w:sz w:val="22"/>
          <w:szCs w:val="22"/>
        </w:rPr>
        <w:t xml:space="preserve">podává nabídku na realizaci Zakázky a že vyhlášené podmínky zadávacího řízení na zadání Zakázky vyžadují, aby jeho nabídka byla zajištěna jistotou, jejíž přípustnou formou je i </w:t>
      </w:r>
      <w:r w:rsidR="00045AE2" w:rsidRPr="006808E2">
        <w:rPr>
          <w:rFonts w:ascii="Book Antiqua" w:hAnsi="Book Antiqua" w:cstheme="minorHAnsi"/>
          <w:sz w:val="22"/>
          <w:szCs w:val="22"/>
          <w:highlight w:val="yellow"/>
        </w:rPr>
        <w:t>bankovní/pojistná</w:t>
      </w:r>
      <w:r w:rsidR="00045AE2" w:rsidRPr="00C02301">
        <w:rPr>
          <w:rFonts w:ascii="Book Antiqua" w:hAnsi="Book Antiqua" w:cstheme="minorHAnsi"/>
          <w:sz w:val="22"/>
          <w:szCs w:val="22"/>
        </w:rPr>
        <w:t xml:space="preserve"> záruka za nabídku v elektronické podobě podepsaná prostřednictvím uznávaného elektronického podpisu dle zákona č. 297/2016 Sb., o službách vytvářejících důvěru pro elektronické transakce, ve znění pozdějších předpisů.</w:t>
      </w:r>
    </w:p>
    <w:p w14:paraId="7E8608E8" w14:textId="77777777" w:rsidR="004D384A" w:rsidRPr="00C02301" w:rsidRDefault="004D384A" w:rsidP="004D384A">
      <w:pPr>
        <w:jc w:val="both"/>
        <w:rPr>
          <w:rFonts w:ascii="Book Antiqua" w:hAnsi="Book Antiqua" w:cstheme="minorHAnsi"/>
          <w:sz w:val="22"/>
          <w:szCs w:val="22"/>
        </w:rPr>
      </w:pPr>
    </w:p>
    <w:p w14:paraId="77109A20" w14:textId="77777777" w:rsidR="004D384A" w:rsidRPr="00C02301" w:rsidRDefault="005D34F4"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52F5A28D" w14:textId="77777777" w:rsidR="004D384A" w:rsidRPr="00C02301" w:rsidRDefault="004D384A" w:rsidP="004D384A">
      <w:pPr>
        <w:jc w:val="both"/>
        <w:rPr>
          <w:rFonts w:ascii="Book Antiqua" w:hAnsi="Book Antiqua" w:cstheme="minorHAnsi"/>
          <w:sz w:val="22"/>
          <w:szCs w:val="22"/>
        </w:rPr>
      </w:pPr>
    </w:p>
    <w:p w14:paraId="3469EED7" w14:textId="77777777" w:rsidR="00523782" w:rsidRPr="00C02301" w:rsidRDefault="00523782" w:rsidP="00523782">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w:t>
      </w:r>
    </w:p>
    <w:p w14:paraId="5EFC6BFF" w14:textId="77777777" w:rsidR="00523782" w:rsidRPr="00C02301" w:rsidRDefault="00523782" w:rsidP="00523782">
      <w:pPr>
        <w:jc w:val="both"/>
        <w:rPr>
          <w:rFonts w:ascii="Book Antiqua" w:hAnsi="Book Antiqua" w:cstheme="minorHAnsi"/>
          <w:sz w:val="22"/>
          <w:szCs w:val="22"/>
        </w:rPr>
      </w:pPr>
    </w:p>
    <w:p w14:paraId="14C7F0D4" w14:textId="77777777" w:rsidR="00523782" w:rsidRPr="00C02301" w:rsidRDefault="00523782" w:rsidP="00523782">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56EAAAA" w14:textId="77777777" w:rsidR="00523782" w:rsidRPr="00C02301" w:rsidRDefault="00523782" w:rsidP="00523782">
      <w:pPr>
        <w:jc w:val="both"/>
        <w:rPr>
          <w:rFonts w:ascii="Book Antiqua" w:hAnsi="Book Antiqua" w:cstheme="minorHAnsi"/>
          <w:sz w:val="22"/>
          <w:szCs w:val="22"/>
        </w:rPr>
      </w:pPr>
    </w:p>
    <w:p w14:paraId="119617B3"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4617DCA2" w14:textId="77777777" w:rsidR="00523782" w:rsidRPr="00C02301" w:rsidRDefault="00523782" w:rsidP="00523782">
      <w:pPr>
        <w:jc w:val="both"/>
        <w:rPr>
          <w:rFonts w:ascii="Book Antiqua" w:hAnsi="Book Antiqua" w:cstheme="minorHAnsi"/>
          <w:sz w:val="22"/>
          <w:szCs w:val="22"/>
        </w:rPr>
      </w:pPr>
    </w:p>
    <w:p w14:paraId="1C780BF2"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je platná a účinná od data vystavení uvedeného níže, s tím, že zaniká automaticky:</w:t>
      </w:r>
    </w:p>
    <w:p w14:paraId="446EF544" w14:textId="77777777" w:rsidR="00523782" w:rsidRDefault="00523782" w:rsidP="00523782">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 xml:space="preserve">v den, kdy obdržíme Vaše prohlášení o tom, že nás zprošťujete veškerých povinností z této </w:t>
      </w:r>
      <w:r w:rsidRPr="00F351CC">
        <w:rPr>
          <w:rFonts w:ascii="Book Antiqua" w:hAnsi="Book Antiqua" w:cstheme="minorHAnsi"/>
          <w:sz w:val="22"/>
          <w:szCs w:val="22"/>
          <w:highlight w:val="yellow"/>
        </w:rPr>
        <w:t>bankovní/pojistné</w:t>
      </w:r>
      <w:r w:rsidRPr="001303C7">
        <w:rPr>
          <w:rFonts w:ascii="Book Antiqua" w:hAnsi="Book Antiqua" w:cstheme="minorHAnsi"/>
          <w:sz w:val="22"/>
          <w:szCs w:val="22"/>
        </w:rPr>
        <w:t xml:space="preserve">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6FC40DF0" w14:textId="77777777" w:rsidR="00523782" w:rsidRPr="00C02301" w:rsidRDefault="00523782" w:rsidP="00523782">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4F57A107" w14:textId="77777777" w:rsidR="00523782" w:rsidRPr="00C02301" w:rsidRDefault="00523782" w:rsidP="00523782">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Pr>
          <w:rFonts w:ascii="Book Antiqua" w:hAnsi="Book Antiqua" w:cstheme="minorHAnsi"/>
          <w:sz w:val="22"/>
          <w:szCs w:val="22"/>
          <w:highlight w:val="yellow"/>
        </w:rPr>
        <w:t>5</w:t>
      </w:r>
      <w:r w:rsidRPr="00C02301">
        <w:rPr>
          <w:rFonts w:ascii="Book Antiqua" w:hAnsi="Book Antiqua" w:cstheme="minorHAnsi"/>
          <w:sz w:val="22"/>
          <w:szCs w:val="22"/>
          <w:highlight w:val="yellow"/>
        </w:rPr>
        <w:t xml:space="preserve"> měsíc</w:t>
      </w:r>
      <w:r>
        <w:rPr>
          <w:rFonts w:ascii="Book Antiqua" w:hAnsi="Book Antiqua" w:cstheme="minorHAnsi"/>
          <w:sz w:val="22"/>
          <w:szCs w:val="22"/>
          <w:highlight w:val="yellow"/>
        </w:rPr>
        <w:t>ů</w:t>
      </w:r>
      <w:r w:rsidRPr="00C02301">
        <w:rPr>
          <w:rFonts w:ascii="Book Antiqua" w:hAnsi="Book Antiqua" w:cstheme="minorHAnsi"/>
          <w:sz w:val="22"/>
          <w:szCs w:val="22"/>
          <w:highlight w:val="yellow"/>
        </w:rPr>
        <w:t xml:space="preserve"> od uplynutí lhůty pro podání nabídek]</w:t>
      </w:r>
    </w:p>
    <w:p w14:paraId="6FC978A9"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F26D38C" w14:textId="77777777" w:rsidR="00523782" w:rsidRPr="00C02301" w:rsidRDefault="00523782" w:rsidP="00523782">
      <w:pPr>
        <w:jc w:val="both"/>
        <w:rPr>
          <w:rFonts w:ascii="Book Antiqua" w:hAnsi="Book Antiqua" w:cstheme="minorHAnsi"/>
          <w:sz w:val="22"/>
          <w:szCs w:val="22"/>
        </w:rPr>
      </w:pPr>
    </w:p>
    <w:p w14:paraId="2F8E67EB"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 (dále jen „</w:t>
      </w:r>
      <w:r w:rsidRPr="00C02301">
        <w:rPr>
          <w:rFonts w:ascii="Book Antiqua" w:hAnsi="Book Antiqua" w:cstheme="minorHAnsi"/>
          <w:sz w:val="22"/>
          <w:szCs w:val="22"/>
          <w:u w:val="single"/>
        </w:rPr>
        <w:t xml:space="preserve">Den zániku </w:t>
      </w:r>
      <w:r w:rsidRPr="001915B8">
        <w:rPr>
          <w:rFonts w:ascii="Book Antiqua" w:hAnsi="Book Antiqua" w:cstheme="minorHAnsi"/>
          <w:sz w:val="22"/>
          <w:szCs w:val="22"/>
          <w:highlight w:val="yellow"/>
          <w:u w:val="single"/>
        </w:rPr>
        <w:t>bankovní/pojistné</w:t>
      </w:r>
      <w:r w:rsidRPr="00C02301">
        <w:rPr>
          <w:rFonts w:ascii="Book Antiqua" w:hAnsi="Book Antiqua" w:cstheme="minorHAnsi"/>
          <w:sz w:val="22"/>
          <w:szCs w:val="22"/>
          <w:u w:val="single"/>
        </w:rPr>
        <w:t xml:space="preserve"> záruky</w:t>
      </w:r>
      <w:r w:rsidRPr="00C02301">
        <w:rPr>
          <w:rFonts w:ascii="Book Antiqua" w:hAnsi="Book Antiqua" w:cstheme="minorHAnsi"/>
          <w:sz w:val="22"/>
          <w:szCs w:val="22"/>
        </w:rPr>
        <w:t>“).</w:t>
      </w:r>
    </w:p>
    <w:p w14:paraId="053575D8" w14:textId="77777777" w:rsidR="00523782" w:rsidRPr="00C02301" w:rsidRDefault="00523782" w:rsidP="00523782">
      <w:pPr>
        <w:jc w:val="both"/>
        <w:rPr>
          <w:rFonts w:ascii="Book Antiqua" w:hAnsi="Book Antiqua" w:cstheme="minorHAnsi"/>
          <w:sz w:val="22"/>
          <w:szCs w:val="22"/>
        </w:rPr>
      </w:pPr>
    </w:p>
    <w:p w14:paraId="6EF6A047"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 xml:space="preserve">i před Dnem zániku </w:t>
      </w:r>
      <w:r w:rsidRPr="001915B8">
        <w:rPr>
          <w:rFonts w:ascii="Book Antiqua" w:hAnsi="Book Antiqua" w:cstheme="minorHAnsi"/>
          <w:b/>
          <w:bCs/>
          <w:sz w:val="22"/>
          <w:szCs w:val="22"/>
          <w:highlight w:val="yellow"/>
          <w:u w:val="single"/>
        </w:rPr>
        <w:t>bankovní/pojistné</w:t>
      </w:r>
      <w:r w:rsidRPr="00C02301">
        <w:rPr>
          <w:rFonts w:ascii="Book Antiqua" w:hAnsi="Book Antiqua" w:cstheme="minorHAnsi"/>
          <w:b/>
          <w:sz w:val="22"/>
          <w:szCs w:val="22"/>
          <w:u w:val="single"/>
        </w:rPr>
        <w:t xml:space="preserve"> záruky</w:t>
      </w:r>
      <w:r w:rsidRPr="00C02301">
        <w:rPr>
          <w:rFonts w:ascii="Book Antiqua" w:hAnsi="Book Antiqua" w:cstheme="minorHAnsi"/>
          <w:sz w:val="22"/>
          <w:szCs w:val="22"/>
        </w:rPr>
        <w:t xml:space="preserve">, a to v den, kdy nám Účastník, </w:t>
      </w:r>
    </w:p>
    <w:p w14:paraId="066FC892" w14:textId="77777777" w:rsidR="00523782" w:rsidRPr="00C02301" w:rsidRDefault="00523782" w:rsidP="00523782">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096E376C" w14:textId="77777777" w:rsidR="00523782" w:rsidRPr="00C02301" w:rsidRDefault="00523782" w:rsidP="00523782">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6450EE6B"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0FD763F4" w14:textId="77777777" w:rsidR="00523782" w:rsidRPr="00C02301" w:rsidRDefault="00523782" w:rsidP="00523782">
      <w:pPr>
        <w:jc w:val="both"/>
        <w:rPr>
          <w:rFonts w:ascii="Book Antiqua" w:hAnsi="Book Antiqua" w:cstheme="minorHAnsi"/>
          <w:sz w:val="22"/>
          <w:szCs w:val="22"/>
        </w:rPr>
      </w:pPr>
    </w:p>
    <w:p w14:paraId="55223C64"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1D739D60" w14:textId="77777777" w:rsidR="004D384A" w:rsidRPr="00C02301" w:rsidRDefault="004D384A" w:rsidP="004D384A">
      <w:pPr>
        <w:jc w:val="both"/>
        <w:rPr>
          <w:rFonts w:ascii="Book Antiqua" w:hAnsi="Book Antiqua" w:cstheme="minorHAnsi"/>
          <w:sz w:val="22"/>
          <w:szCs w:val="22"/>
        </w:rPr>
      </w:pPr>
    </w:p>
    <w:p w14:paraId="77692591" w14:textId="77777777"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17D326A3" w14:textId="77777777" w:rsidR="00BB3EC9" w:rsidRDefault="00BB3EC9" w:rsidP="00BB3EC9">
      <w:pPr>
        <w:spacing w:after="60" w:line="276" w:lineRule="auto"/>
        <w:jc w:val="both"/>
        <w:rPr>
          <w:rFonts w:ascii="Book Antiqua" w:hAnsi="Book Antiqua" w:cstheme="minorHAnsi"/>
          <w:i/>
        </w:rPr>
      </w:pPr>
    </w:p>
    <w:p w14:paraId="1A7DF18A" w14:textId="77777777"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A8090E" w14:textId="77777777" w:rsidR="00BB3EC9" w:rsidRPr="00BB3EC9" w:rsidRDefault="00BB3EC9" w:rsidP="00BB3EC9">
      <w:pPr>
        <w:rPr>
          <w:rFonts w:ascii="Book Antiqua" w:hAnsi="Book Antiqua" w:cstheme="minorHAnsi"/>
          <w:sz w:val="22"/>
          <w:szCs w:val="22"/>
        </w:rPr>
      </w:pPr>
    </w:p>
    <w:p w14:paraId="05705AB2"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sidR="00523782">
        <w:rPr>
          <w:rFonts w:ascii="Book Antiqua" w:hAnsi="Book Antiqua" w:cstheme="minorHAnsi"/>
          <w:sz w:val="22"/>
          <w:szCs w:val="22"/>
          <w:highlight w:val="yellow"/>
        </w:rPr>
        <w:t>Z</w:t>
      </w:r>
      <w:r w:rsidRPr="00BB3EC9">
        <w:rPr>
          <w:rFonts w:ascii="Book Antiqua" w:hAnsi="Book Antiqua" w:cstheme="minorHAnsi"/>
          <w:sz w:val="22"/>
          <w:szCs w:val="22"/>
          <w:highlight w:val="yellow"/>
        </w:rPr>
        <w:t>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25414D6" w14:textId="77777777" w:rsidR="004D384A" w:rsidRPr="00C02301" w:rsidRDefault="004D384A" w:rsidP="004D384A">
      <w:pPr>
        <w:jc w:val="both"/>
        <w:rPr>
          <w:rFonts w:ascii="Book Antiqua" w:hAnsi="Book Antiqua" w:cstheme="minorHAnsi"/>
          <w:sz w:val="22"/>
          <w:szCs w:val="22"/>
        </w:rPr>
      </w:pPr>
    </w:p>
    <w:p w14:paraId="2EB03C18" w14:textId="77777777" w:rsidR="004D384A" w:rsidRPr="00BB2BDA" w:rsidRDefault="004D384A" w:rsidP="004D384A">
      <w:pPr>
        <w:rPr>
          <w:rFonts w:ascii="Book Antiqua" w:hAnsi="Book Antiqua" w:cstheme="minorHAnsi"/>
          <w:sz w:val="24"/>
          <w:szCs w:val="24"/>
        </w:rPr>
      </w:pPr>
    </w:p>
    <w:p w14:paraId="39FE4334" w14:textId="77777777"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6A64FD9A" w14:textId="77777777"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F61E35F" w14:textId="77777777" w:rsidR="004D384A" w:rsidRPr="00BB2BDA" w:rsidRDefault="004D384A" w:rsidP="002D6627">
      <w:pPr>
        <w:rPr>
          <w:rFonts w:ascii="Book Antiqua" w:hAnsi="Book Antiqua" w:cstheme="minorHAnsi"/>
          <w:sz w:val="24"/>
          <w:szCs w:val="24"/>
        </w:rPr>
      </w:pPr>
    </w:p>
    <w:p w14:paraId="295C98F7"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6065135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20A31798"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2BCCDDCA" w14:textId="77777777" w:rsidR="004165B1" w:rsidRPr="00492583" w:rsidRDefault="004165B1" w:rsidP="004165B1">
      <w:pPr>
        <w:suppressAutoHyphens/>
        <w:rPr>
          <w:rFonts w:ascii="Book Antiqua" w:eastAsia="Times New Roman" w:hAnsi="Book Antiqua" w:cstheme="minorHAnsi"/>
          <w:sz w:val="16"/>
          <w:szCs w:val="16"/>
          <w:lang w:eastAsia="zh-CN"/>
        </w:rPr>
      </w:pPr>
    </w:p>
    <w:p w14:paraId="6D65515E"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62EF6BD2" w14:textId="77777777"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16084E0E" w14:textId="39C4011A"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F42D81" w:rsidRPr="00F42D81">
        <w:rPr>
          <w:rFonts w:ascii="Book Antiqua" w:hAnsi="Book Antiqua" w:cs="Arial"/>
          <w:b/>
          <w:bCs/>
          <w:noProof/>
          <w:sz w:val="22"/>
          <w:szCs w:val="22"/>
        </w:rPr>
        <w:t>III/35722 Podhořany u Nových Hradů, opěrná zeď</w:t>
      </w:r>
      <w:r w:rsidRPr="006D238C">
        <w:rPr>
          <w:rFonts w:ascii="Book Antiqua" w:hAnsi="Book Antiqua" w:cstheme="minorHAnsi"/>
          <w:b/>
          <w:noProof/>
          <w:sz w:val="22"/>
          <w:szCs w:val="22"/>
        </w:rPr>
        <w:t>“</w:t>
      </w:r>
    </w:p>
    <w:p w14:paraId="57A71EBD" w14:textId="77777777" w:rsidR="004165B1" w:rsidRPr="00BB3EC9" w:rsidRDefault="004165B1" w:rsidP="004165B1">
      <w:pPr>
        <w:suppressAutoHyphens/>
        <w:jc w:val="center"/>
        <w:rPr>
          <w:rFonts w:ascii="Book Antiqua" w:eastAsia="Times New Roman" w:hAnsi="Book Antiqua" w:cstheme="minorHAnsi"/>
          <w:b/>
          <w:sz w:val="22"/>
          <w:szCs w:val="22"/>
        </w:rPr>
      </w:pPr>
    </w:p>
    <w:p w14:paraId="4153269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36A48E71"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2DFBE784"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33ED6E1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02310025" w14:textId="77777777" w:rsidTr="00595B37">
        <w:tc>
          <w:tcPr>
            <w:tcW w:w="3119" w:type="dxa"/>
            <w:tcBorders>
              <w:left w:val="double" w:sz="4" w:space="0" w:color="auto"/>
              <w:right w:val="single" w:sz="4" w:space="0" w:color="auto"/>
            </w:tcBorders>
            <w:vAlign w:val="center"/>
          </w:tcPr>
          <w:p w14:paraId="61F96016"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36E8206E"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1C448397" w14:textId="77777777" w:rsidTr="00595B37">
        <w:tc>
          <w:tcPr>
            <w:tcW w:w="3119" w:type="dxa"/>
            <w:tcBorders>
              <w:left w:val="double" w:sz="4" w:space="0" w:color="auto"/>
              <w:right w:val="single" w:sz="4" w:space="0" w:color="auto"/>
            </w:tcBorders>
            <w:vAlign w:val="center"/>
          </w:tcPr>
          <w:p w14:paraId="2CDF394D"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AA5F8C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3D191D50" w14:textId="77777777" w:rsidTr="00595B37">
        <w:tc>
          <w:tcPr>
            <w:tcW w:w="9072" w:type="dxa"/>
            <w:gridSpan w:val="2"/>
            <w:tcBorders>
              <w:left w:val="double" w:sz="4" w:space="0" w:color="auto"/>
              <w:bottom w:val="double" w:sz="4" w:space="0" w:color="auto"/>
              <w:right w:val="double" w:sz="4" w:space="0" w:color="auto"/>
            </w:tcBorders>
            <w:vAlign w:val="center"/>
          </w:tcPr>
          <w:p w14:paraId="0B790748"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48A417E4"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07865CD5" w14:textId="77777777"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4EE5BACC"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5A356EBA"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68E4F79" w14:textId="77777777" w:rsidTr="00595B37">
        <w:tc>
          <w:tcPr>
            <w:tcW w:w="3119" w:type="dxa"/>
            <w:tcBorders>
              <w:top w:val="double" w:sz="4" w:space="0" w:color="auto"/>
              <w:left w:val="double" w:sz="4" w:space="0" w:color="auto"/>
              <w:bottom w:val="single" w:sz="4" w:space="0" w:color="auto"/>
              <w:right w:val="single" w:sz="4" w:space="0" w:color="auto"/>
            </w:tcBorders>
          </w:tcPr>
          <w:p w14:paraId="5E3C0D28"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40D1AAB2"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60A590FA" w14:textId="77777777" w:rsidTr="00595B37">
        <w:tc>
          <w:tcPr>
            <w:tcW w:w="3119" w:type="dxa"/>
            <w:tcBorders>
              <w:top w:val="single" w:sz="4" w:space="0" w:color="auto"/>
              <w:left w:val="double" w:sz="4" w:space="0" w:color="auto"/>
              <w:bottom w:val="single" w:sz="4" w:space="0" w:color="auto"/>
              <w:right w:val="single" w:sz="4" w:space="0" w:color="auto"/>
            </w:tcBorders>
          </w:tcPr>
          <w:p w14:paraId="5C8BA282"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73E62EFD"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46762519" w14:textId="77777777" w:rsidTr="00595B37">
        <w:tc>
          <w:tcPr>
            <w:tcW w:w="3119" w:type="dxa"/>
            <w:tcBorders>
              <w:top w:val="single" w:sz="4" w:space="0" w:color="auto"/>
              <w:left w:val="double" w:sz="4" w:space="0" w:color="auto"/>
              <w:bottom w:val="single" w:sz="4" w:space="0" w:color="auto"/>
              <w:right w:val="single" w:sz="4" w:space="0" w:color="auto"/>
            </w:tcBorders>
          </w:tcPr>
          <w:p w14:paraId="4AB7A468"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022AFE9B"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26A15715"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D7A110B"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EEC9F20" w14:textId="77777777" w:rsidR="004165B1" w:rsidRPr="00BB3EC9" w:rsidRDefault="004165B1" w:rsidP="00595B37">
            <w:pPr>
              <w:spacing w:before="120" w:after="120"/>
              <w:rPr>
                <w:rFonts w:ascii="Book Antiqua" w:hAnsi="Book Antiqua" w:cstheme="minorHAnsi"/>
                <w:sz w:val="22"/>
                <w:szCs w:val="22"/>
              </w:rPr>
            </w:pPr>
          </w:p>
        </w:tc>
      </w:tr>
    </w:tbl>
    <w:p w14:paraId="16968CE9" w14:textId="77777777" w:rsidR="004165B1" w:rsidRPr="007D3F34" w:rsidRDefault="004165B1" w:rsidP="004165B1">
      <w:pPr>
        <w:suppressAutoHyphens/>
        <w:jc w:val="center"/>
        <w:rPr>
          <w:rFonts w:ascii="Book Antiqua" w:eastAsia="Times New Roman" w:hAnsi="Book Antiqua" w:cstheme="minorHAnsi"/>
          <w:lang w:eastAsia="zh-CN"/>
        </w:rPr>
      </w:pPr>
    </w:p>
    <w:p w14:paraId="28A876AD" w14:textId="77777777" w:rsidR="004165B1" w:rsidRDefault="004165B1" w:rsidP="004165B1">
      <w:pPr>
        <w:rPr>
          <w:rFonts w:ascii="Book Antiqua" w:eastAsia="Times New Roman" w:hAnsi="Book Antiqua" w:cstheme="minorHAnsi"/>
          <w:lang w:eastAsia="zh-CN"/>
        </w:rPr>
      </w:pPr>
    </w:p>
    <w:p w14:paraId="61DD8EE1" w14:textId="77777777" w:rsidR="00FF2315" w:rsidRDefault="00FF2315" w:rsidP="004165B1">
      <w:pPr>
        <w:rPr>
          <w:rFonts w:ascii="Book Antiqua" w:eastAsia="Times New Roman" w:hAnsi="Book Antiqua" w:cstheme="minorHAnsi"/>
          <w:lang w:eastAsia="zh-CN"/>
        </w:rPr>
      </w:pPr>
    </w:p>
    <w:p w14:paraId="0BBF4B3F" w14:textId="77777777" w:rsidR="00FF2315" w:rsidRDefault="00FF2315" w:rsidP="004165B1">
      <w:pPr>
        <w:rPr>
          <w:rFonts w:ascii="Book Antiqua" w:eastAsia="Times New Roman" w:hAnsi="Book Antiqua" w:cstheme="minorHAnsi"/>
          <w:lang w:eastAsia="zh-CN"/>
        </w:rPr>
      </w:pPr>
    </w:p>
    <w:p w14:paraId="44B66CE1" w14:textId="77777777" w:rsidR="008A58D7" w:rsidRDefault="008A58D7" w:rsidP="004165B1">
      <w:pPr>
        <w:rPr>
          <w:rFonts w:ascii="Book Antiqua" w:eastAsia="Times New Roman" w:hAnsi="Book Antiqua" w:cstheme="minorHAnsi"/>
          <w:lang w:eastAsia="zh-CN"/>
        </w:rPr>
      </w:pPr>
    </w:p>
    <w:p w14:paraId="257BC809" w14:textId="77777777" w:rsidR="008A58D7" w:rsidRDefault="008A58D7" w:rsidP="004165B1">
      <w:pPr>
        <w:rPr>
          <w:rFonts w:ascii="Book Antiqua" w:eastAsia="Times New Roman" w:hAnsi="Book Antiqua" w:cstheme="minorHAnsi"/>
          <w:lang w:eastAsia="zh-CN"/>
        </w:rPr>
      </w:pPr>
    </w:p>
    <w:p w14:paraId="18B5C203" w14:textId="77777777" w:rsidR="008A58D7" w:rsidRDefault="008A58D7" w:rsidP="004165B1">
      <w:pPr>
        <w:rPr>
          <w:rFonts w:ascii="Book Antiqua" w:eastAsia="Times New Roman" w:hAnsi="Book Antiqua" w:cstheme="minorHAnsi"/>
          <w:lang w:eastAsia="zh-CN"/>
        </w:rPr>
      </w:pPr>
    </w:p>
    <w:p w14:paraId="0FE09E2C" w14:textId="77777777" w:rsidR="008A58D7" w:rsidRDefault="008A58D7" w:rsidP="004165B1">
      <w:pPr>
        <w:rPr>
          <w:rFonts w:ascii="Book Antiqua" w:eastAsia="Times New Roman" w:hAnsi="Book Antiqua" w:cstheme="minorHAnsi"/>
          <w:lang w:eastAsia="zh-CN"/>
        </w:rPr>
      </w:pPr>
    </w:p>
    <w:p w14:paraId="3720B07D" w14:textId="77777777" w:rsidR="008A58D7" w:rsidRDefault="008A58D7" w:rsidP="004165B1">
      <w:pPr>
        <w:rPr>
          <w:rFonts w:ascii="Book Antiqua" w:eastAsia="Times New Roman" w:hAnsi="Book Antiqua" w:cstheme="minorHAnsi"/>
          <w:lang w:eastAsia="zh-CN"/>
        </w:rPr>
      </w:pPr>
    </w:p>
    <w:p w14:paraId="7C1F6F38" w14:textId="77777777" w:rsidR="008A58D7" w:rsidRDefault="008A58D7" w:rsidP="004165B1">
      <w:pPr>
        <w:rPr>
          <w:rFonts w:ascii="Book Antiqua" w:eastAsia="Times New Roman" w:hAnsi="Book Antiqua" w:cstheme="minorHAnsi"/>
          <w:lang w:eastAsia="zh-CN"/>
        </w:rPr>
      </w:pPr>
    </w:p>
    <w:p w14:paraId="5CFA9FF1" w14:textId="77777777" w:rsidR="008A58D7" w:rsidRDefault="008A58D7" w:rsidP="004165B1">
      <w:pPr>
        <w:rPr>
          <w:rFonts w:ascii="Book Antiqua" w:eastAsia="Times New Roman" w:hAnsi="Book Antiqua" w:cstheme="minorHAnsi"/>
          <w:lang w:eastAsia="zh-CN"/>
        </w:rPr>
      </w:pPr>
    </w:p>
    <w:p w14:paraId="15D6D046" w14:textId="77777777" w:rsidR="008A58D7" w:rsidRDefault="008A58D7" w:rsidP="004165B1">
      <w:pPr>
        <w:rPr>
          <w:rFonts w:ascii="Book Antiqua" w:eastAsia="Times New Roman" w:hAnsi="Book Antiqua" w:cstheme="minorHAnsi"/>
          <w:lang w:eastAsia="zh-CN"/>
        </w:rPr>
      </w:pPr>
    </w:p>
    <w:p w14:paraId="6D00BA3C" w14:textId="77777777" w:rsidR="008A58D7" w:rsidRDefault="008A58D7" w:rsidP="004165B1">
      <w:pPr>
        <w:rPr>
          <w:rFonts w:ascii="Book Antiqua" w:eastAsia="Times New Roman" w:hAnsi="Book Antiqua" w:cstheme="minorHAnsi"/>
          <w:lang w:eastAsia="zh-CN"/>
        </w:rPr>
      </w:pPr>
    </w:p>
    <w:p w14:paraId="4FF58176" w14:textId="77777777" w:rsidR="008A58D7" w:rsidRDefault="008A58D7" w:rsidP="004165B1">
      <w:pPr>
        <w:rPr>
          <w:rFonts w:ascii="Book Antiqua" w:eastAsia="Times New Roman" w:hAnsi="Book Antiqua" w:cstheme="minorHAnsi"/>
          <w:lang w:eastAsia="zh-CN"/>
        </w:rPr>
      </w:pPr>
    </w:p>
    <w:p w14:paraId="18747AD7" w14:textId="77777777" w:rsidR="008A58D7" w:rsidRDefault="008A58D7" w:rsidP="004165B1">
      <w:pPr>
        <w:rPr>
          <w:rFonts w:ascii="Book Antiqua" w:eastAsia="Times New Roman" w:hAnsi="Book Antiqua" w:cstheme="minorHAnsi"/>
          <w:lang w:eastAsia="zh-CN"/>
        </w:rPr>
      </w:pPr>
    </w:p>
    <w:p w14:paraId="45B4884F" w14:textId="77777777"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39DE15FE" w14:textId="77777777" w:rsidR="0074115F" w:rsidRPr="00492583" w:rsidRDefault="0074115F" w:rsidP="0074115F">
      <w:pPr>
        <w:rPr>
          <w:rFonts w:ascii="Book Antiqua" w:eastAsia="Times New Roman" w:hAnsi="Book Antiqua" w:cstheme="minorHAnsi"/>
          <w:lang w:eastAsia="zh-CN"/>
        </w:rPr>
      </w:pPr>
    </w:p>
    <w:p w14:paraId="17FE7C34" w14:textId="77777777" w:rsidR="0074115F" w:rsidRPr="00492583" w:rsidRDefault="0074115F" w:rsidP="0074115F">
      <w:pPr>
        <w:shd w:val="clear" w:color="auto" w:fill="F79646"/>
        <w:spacing w:after="40"/>
        <w:jc w:val="center"/>
        <w:rPr>
          <w:rFonts w:ascii="Book Antiqua" w:hAnsi="Book Antiqua" w:cstheme="minorHAnsi"/>
          <w:b/>
          <w:caps/>
        </w:rPr>
      </w:pPr>
    </w:p>
    <w:p w14:paraId="18EFA2F2"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3C4ADF67" w14:textId="77777777" w:rsidR="0074115F" w:rsidRPr="00492583" w:rsidRDefault="0074115F" w:rsidP="0074115F">
      <w:pPr>
        <w:shd w:val="clear" w:color="auto" w:fill="F79646"/>
        <w:jc w:val="center"/>
        <w:rPr>
          <w:rFonts w:ascii="Book Antiqua" w:hAnsi="Book Antiqua" w:cstheme="minorHAnsi"/>
          <w:b/>
          <w:caps/>
        </w:rPr>
      </w:pPr>
    </w:p>
    <w:p w14:paraId="1F6942D1" w14:textId="77777777" w:rsidR="0074115F" w:rsidRPr="00492583" w:rsidRDefault="0074115F" w:rsidP="0074115F">
      <w:pPr>
        <w:jc w:val="center"/>
        <w:rPr>
          <w:rFonts w:ascii="Book Antiqua" w:hAnsi="Book Antiqua" w:cstheme="minorHAnsi"/>
        </w:rPr>
      </w:pPr>
    </w:p>
    <w:p w14:paraId="243521F2" w14:textId="77777777"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25640879" w14:textId="69B1E53F"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F42D81" w:rsidRPr="00F42D81">
        <w:rPr>
          <w:rFonts w:ascii="Book Antiqua" w:hAnsi="Book Antiqua" w:cs="Arial"/>
          <w:b/>
          <w:bCs/>
          <w:noProof/>
          <w:sz w:val="22"/>
          <w:szCs w:val="22"/>
        </w:rPr>
        <w:t>III/35722 Podhořany u Nových Hradů, opěrná zeď</w:t>
      </w:r>
      <w:r w:rsidR="00E728F0">
        <w:rPr>
          <w:rFonts w:ascii="Book Antiqua" w:hAnsi="Book Antiqua" w:cstheme="minorHAnsi"/>
          <w:b/>
          <w:bCs/>
          <w:noProof/>
          <w:sz w:val="22"/>
          <w:szCs w:val="22"/>
        </w:rPr>
        <w:t>“</w:t>
      </w:r>
    </w:p>
    <w:p w14:paraId="09A5CF58"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6D24873A"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9101E17"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3A5F17E5"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DFCDCBF" w14:textId="77777777" w:rsidTr="00595B37">
        <w:tc>
          <w:tcPr>
            <w:tcW w:w="3119" w:type="dxa"/>
            <w:tcBorders>
              <w:left w:val="double" w:sz="4" w:space="0" w:color="auto"/>
              <w:right w:val="single" w:sz="4" w:space="0" w:color="auto"/>
            </w:tcBorders>
            <w:vAlign w:val="center"/>
          </w:tcPr>
          <w:p w14:paraId="2D64B083"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0AD44F8F"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200503C" w14:textId="77777777" w:rsidTr="00595B37">
        <w:tc>
          <w:tcPr>
            <w:tcW w:w="3119" w:type="dxa"/>
            <w:tcBorders>
              <w:left w:val="double" w:sz="4" w:space="0" w:color="auto"/>
              <w:right w:val="single" w:sz="4" w:space="0" w:color="auto"/>
            </w:tcBorders>
            <w:vAlign w:val="center"/>
          </w:tcPr>
          <w:p w14:paraId="38AD3CEA"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6906B951"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D9AC87" w14:textId="77777777" w:rsidTr="00595B37">
        <w:tc>
          <w:tcPr>
            <w:tcW w:w="9072" w:type="dxa"/>
            <w:gridSpan w:val="2"/>
            <w:tcBorders>
              <w:left w:val="double" w:sz="4" w:space="0" w:color="auto"/>
              <w:bottom w:val="double" w:sz="4" w:space="0" w:color="auto"/>
              <w:right w:val="double" w:sz="4" w:space="0" w:color="auto"/>
            </w:tcBorders>
            <w:vAlign w:val="center"/>
          </w:tcPr>
          <w:p w14:paraId="2112F8A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1F57A3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0CBCA80A"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3C8737D0"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2A74F889"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646F6EAB"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0D6ABE0C"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615ED052"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9BB11EE" w14:textId="77777777" w:rsidTr="00595B37">
        <w:tc>
          <w:tcPr>
            <w:tcW w:w="3119" w:type="dxa"/>
            <w:tcBorders>
              <w:top w:val="double" w:sz="4" w:space="0" w:color="auto"/>
              <w:left w:val="double" w:sz="4" w:space="0" w:color="auto"/>
              <w:bottom w:val="single" w:sz="4" w:space="0" w:color="auto"/>
              <w:right w:val="single" w:sz="4" w:space="0" w:color="auto"/>
            </w:tcBorders>
          </w:tcPr>
          <w:p w14:paraId="5309872F"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2F93F216"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201AB884" w14:textId="77777777" w:rsidTr="00595B37">
        <w:tc>
          <w:tcPr>
            <w:tcW w:w="3119" w:type="dxa"/>
            <w:tcBorders>
              <w:top w:val="single" w:sz="4" w:space="0" w:color="auto"/>
              <w:left w:val="double" w:sz="4" w:space="0" w:color="auto"/>
              <w:bottom w:val="single" w:sz="4" w:space="0" w:color="auto"/>
              <w:right w:val="single" w:sz="4" w:space="0" w:color="auto"/>
            </w:tcBorders>
          </w:tcPr>
          <w:p w14:paraId="78ABAC6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D02D10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9756277" w14:textId="77777777" w:rsidTr="00595B37">
        <w:tc>
          <w:tcPr>
            <w:tcW w:w="3119" w:type="dxa"/>
            <w:tcBorders>
              <w:top w:val="single" w:sz="4" w:space="0" w:color="auto"/>
              <w:left w:val="double" w:sz="4" w:space="0" w:color="auto"/>
              <w:bottom w:val="single" w:sz="4" w:space="0" w:color="auto"/>
              <w:right w:val="single" w:sz="4" w:space="0" w:color="auto"/>
            </w:tcBorders>
          </w:tcPr>
          <w:p w14:paraId="3C255CDF"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0068A45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3C6FCF39"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74F464D"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7748BC61" w14:textId="77777777" w:rsidR="0074115F" w:rsidRPr="00EE6911" w:rsidRDefault="0074115F" w:rsidP="00595B37">
            <w:pPr>
              <w:spacing w:before="120" w:after="120"/>
              <w:rPr>
                <w:rFonts w:ascii="Book Antiqua" w:hAnsi="Book Antiqua" w:cstheme="minorHAnsi"/>
                <w:sz w:val="22"/>
                <w:szCs w:val="22"/>
              </w:rPr>
            </w:pPr>
          </w:p>
        </w:tc>
      </w:tr>
    </w:tbl>
    <w:p w14:paraId="286D8C75" w14:textId="77777777" w:rsidR="0074115F" w:rsidRDefault="0074115F" w:rsidP="00E06E6F">
      <w:pPr>
        <w:rPr>
          <w:rFonts w:ascii="Book Antiqua" w:hAnsi="Book Antiqua" w:cstheme="minorHAnsi"/>
        </w:rPr>
      </w:pPr>
    </w:p>
    <w:p w14:paraId="0DB23AAD" w14:textId="77777777" w:rsidR="00EE6911" w:rsidRDefault="00EE6911" w:rsidP="00E06E6F">
      <w:pPr>
        <w:rPr>
          <w:rFonts w:ascii="Book Antiqua" w:hAnsi="Book Antiqua" w:cstheme="minorHAnsi"/>
        </w:rPr>
      </w:pPr>
    </w:p>
    <w:p w14:paraId="0981ADFB" w14:textId="77777777" w:rsidR="00EE6911" w:rsidRDefault="00EE6911" w:rsidP="00E06E6F">
      <w:pPr>
        <w:rPr>
          <w:rFonts w:ascii="Book Antiqua" w:hAnsi="Book Antiqua" w:cstheme="minorHAnsi"/>
        </w:rPr>
      </w:pPr>
    </w:p>
    <w:p w14:paraId="4EFC3353" w14:textId="77777777" w:rsidR="008A58D7" w:rsidRDefault="008A58D7" w:rsidP="00E06E6F">
      <w:pPr>
        <w:rPr>
          <w:rFonts w:ascii="Book Antiqua" w:hAnsi="Book Antiqua" w:cstheme="minorHAnsi"/>
        </w:rPr>
      </w:pPr>
    </w:p>
    <w:p w14:paraId="3C49D962" w14:textId="77777777" w:rsidR="008A58D7" w:rsidRDefault="008A58D7" w:rsidP="00E06E6F">
      <w:pPr>
        <w:rPr>
          <w:rFonts w:ascii="Book Antiqua" w:hAnsi="Book Antiqua" w:cstheme="minorHAnsi"/>
        </w:rPr>
      </w:pPr>
    </w:p>
    <w:p w14:paraId="78256375" w14:textId="77777777" w:rsidR="008A58D7" w:rsidRDefault="008A58D7" w:rsidP="00E06E6F">
      <w:pPr>
        <w:rPr>
          <w:rFonts w:ascii="Book Antiqua" w:hAnsi="Book Antiqua" w:cstheme="minorHAnsi"/>
        </w:rPr>
      </w:pPr>
    </w:p>
    <w:p w14:paraId="4D657E0F" w14:textId="77777777"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49A1D758" w14:textId="77777777" w:rsidR="00EE6911" w:rsidRPr="00492583" w:rsidRDefault="00EE6911" w:rsidP="00EE6911">
      <w:pPr>
        <w:rPr>
          <w:rFonts w:ascii="Book Antiqua" w:eastAsia="Times New Roman" w:hAnsi="Book Antiqua" w:cstheme="minorHAnsi"/>
          <w:lang w:eastAsia="zh-CN"/>
        </w:rPr>
      </w:pPr>
    </w:p>
    <w:p w14:paraId="60CF3943" w14:textId="77777777" w:rsidR="00EE6911" w:rsidRPr="00492583" w:rsidRDefault="00EE6911" w:rsidP="00EE6911">
      <w:pPr>
        <w:shd w:val="clear" w:color="auto" w:fill="F79646"/>
        <w:spacing w:after="40"/>
        <w:jc w:val="center"/>
        <w:rPr>
          <w:rFonts w:ascii="Book Antiqua" w:hAnsi="Book Antiqua" w:cstheme="minorHAnsi"/>
          <w:b/>
          <w:caps/>
        </w:rPr>
      </w:pPr>
    </w:p>
    <w:p w14:paraId="08D4A792"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612D328D" w14:textId="77777777"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1DF93300" w14:textId="77777777"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C26506D" w14:textId="77777777" w:rsidR="00EE6911" w:rsidRPr="00492583" w:rsidRDefault="00EE6911" w:rsidP="00EE6911">
      <w:pPr>
        <w:shd w:val="clear" w:color="auto" w:fill="F79646"/>
        <w:jc w:val="center"/>
        <w:rPr>
          <w:rFonts w:ascii="Book Antiqua" w:hAnsi="Book Antiqua" w:cstheme="minorHAnsi"/>
          <w:b/>
          <w:caps/>
        </w:rPr>
      </w:pPr>
    </w:p>
    <w:p w14:paraId="64E86619" w14:textId="77777777" w:rsidR="00EE6911" w:rsidRPr="00492583" w:rsidRDefault="00EE6911" w:rsidP="00EE6911">
      <w:pPr>
        <w:jc w:val="center"/>
        <w:rPr>
          <w:rFonts w:ascii="Book Antiqua" w:hAnsi="Book Antiqua" w:cstheme="minorHAnsi"/>
        </w:rPr>
      </w:pPr>
    </w:p>
    <w:p w14:paraId="42A1BAB4" w14:textId="77777777"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51845B43" w14:textId="702EF267"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F42D81" w:rsidRPr="00F42D81">
        <w:rPr>
          <w:rFonts w:ascii="Book Antiqua" w:hAnsi="Book Antiqua" w:cs="Arial"/>
          <w:b/>
          <w:bCs/>
          <w:noProof/>
          <w:sz w:val="22"/>
          <w:szCs w:val="22"/>
        </w:rPr>
        <w:t>III/35722 Podhořany u Nových Hradů, opěrná zeď</w:t>
      </w:r>
      <w:r w:rsidRPr="00931B84">
        <w:rPr>
          <w:rFonts w:ascii="Book Antiqua" w:eastAsia="Times New Roman" w:hAnsi="Book Antiqua" w:cstheme="minorHAnsi"/>
          <w:b/>
          <w:sz w:val="22"/>
          <w:szCs w:val="22"/>
        </w:rPr>
        <w:t>“</w:t>
      </w:r>
    </w:p>
    <w:p w14:paraId="5DAE0B4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3B411DF1"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78F493BD"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59D4A2C9" w14:textId="77777777"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D75CCDD"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1C98AACA" w14:textId="77777777" w:rsidTr="00595B37">
        <w:tc>
          <w:tcPr>
            <w:tcW w:w="3119" w:type="dxa"/>
            <w:tcBorders>
              <w:left w:val="double" w:sz="4" w:space="0" w:color="auto"/>
              <w:right w:val="single" w:sz="4" w:space="0" w:color="auto"/>
            </w:tcBorders>
            <w:vAlign w:val="center"/>
          </w:tcPr>
          <w:p w14:paraId="4C26705B"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9B129AC"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0CBD7F" w14:textId="77777777" w:rsidTr="00595B37">
        <w:tc>
          <w:tcPr>
            <w:tcW w:w="3119" w:type="dxa"/>
            <w:tcBorders>
              <w:left w:val="double" w:sz="4" w:space="0" w:color="auto"/>
              <w:right w:val="single" w:sz="4" w:space="0" w:color="auto"/>
            </w:tcBorders>
            <w:vAlign w:val="center"/>
          </w:tcPr>
          <w:p w14:paraId="27DCD23D"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5D7A333E"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78180D7C"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67CE8128" w14:textId="75907BED"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F42D81" w:rsidRPr="001617EA">
              <w:rPr>
                <w:rFonts w:ascii="Book Antiqua" w:hAnsi="Book Antiqua" w:cs="Arial"/>
                <w:noProof/>
                <w:sz w:val="22"/>
                <w:szCs w:val="22"/>
              </w:rPr>
              <w:t>III/35722 Podhořany u Nových Hradů, opěrná zeď</w:t>
            </w:r>
            <w:r w:rsidR="00602059" w:rsidRPr="00931B84">
              <w:rPr>
                <w:rFonts w:ascii="Book Antiqua" w:hAnsi="Book Antiqua" w:cstheme="minorHAnsi"/>
                <w:bCs/>
                <w:noProof/>
                <w:sz w:val="22"/>
                <w:szCs w:val="22"/>
              </w:rPr>
              <w:t>“</w:t>
            </w:r>
          </w:p>
          <w:p w14:paraId="783DDB6E" w14:textId="77777777"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050C70B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4DCA3812" w14:textId="77777777" w:rsidR="002D7CE5" w:rsidRDefault="002D7CE5" w:rsidP="00F50950">
            <w:pPr>
              <w:jc w:val="both"/>
              <w:rPr>
                <w:rFonts w:ascii="Book Antiqua" w:hAnsi="Book Antiqua"/>
                <w:sz w:val="22"/>
                <w:szCs w:val="22"/>
              </w:rPr>
            </w:pPr>
          </w:p>
          <w:p w14:paraId="61D5E547" w14:textId="77777777"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5C9AD5B"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3300E151"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494D3BED" w14:textId="77777777"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2031F371" w14:textId="77777777" w:rsidTr="00595B37">
        <w:tc>
          <w:tcPr>
            <w:tcW w:w="3119" w:type="dxa"/>
            <w:tcBorders>
              <w:top w:val="double" w:sz="4" w:space="0" w:color="auto"/>
              <w:left w:val="double" w:sz="4" w:space="0" w:color="auto"/>
              <w:bottom w:val="single" w:sz="4" w:space="0" w:color="auto"/>
              <w:right w:val="single" w:sz="4" w:space="0" w:color="auto"/>
            </w:tcBorders>
          </w:tcPr>
          <w:p w14:paraId="43D0C1AF"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AA32793"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4C2635B2" w14:textId="77777777" w:rsidTr="00595B37">
        <w:tc>
          <w:tcPr>
            <w:tcW w:w="3119" w:type="dxa"/>
            <w:tcBorders>
              <w:top w:val="single" w:sz="4" w:space="0" w:color="auto"/>
              <w:left w:val="double" w:sz="4" w:space="0" w:color="auto"/>
              <w:bottom w:val="single" w:sz="4" w:space="0" w:color="auto"/>
              <w:right w:val="single" w:sz="4" w:space="0" w:color="auto"/>
            </w:tcBorders>
          </w:tcPr>
          <w:p w14:paraId="37550301"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36105BE"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1B0A2741" w14:textId="77777777" w:rsidTr="00595B37">
        <w:tc>
          <w:tcPr>
            <w:tcW w:w="3119" w:type="dxa"/>
            <w:tcBorders>
              <w:top w:val="single" w:sz="4" w:space="0" w:color="auto"/>
              <w:left w:val="double" w:sz="4" w:space="0" w:color="auto"/>
              <w:bottom w:val="single" w:sz="4" w:space="0" w:color="auto"/>
              <w:right w:val="single" w:sz="4" w:space="0" w:color="auto"/>
            </w:tcBorders>
          </w:tcPr>
          <w:p w14:paraId="70E6C82D"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609A505F"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47180DDE"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6F909AD0"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990123B" w14:textId="77777777" w:rsidR="00F50950" w:rsidRPr="00EE6911" w:rsidRDefault="00F50950" w:rsidP="00595B37">
            <w:pPr>
              <w:spacing w:before="120" w:after="120"/>
              <w:rPr>
                <w:rFonts w:ascii="Book Antiqua" w:hAnsi="Book Antiqua" w:cstheme="minorHAnsi"/>
                <w:sz w:val="22"/>
                <w:szCs w:val="22"/>
              </w:rPr>
            </w:pPr>
          </w:p>
        </w:tc>
      </w:tr>
    </w:tbl>
    <w:p w14:paraId="00D8CC7A" w14:textId="77777777" w:rsidR="00F50950" w:rsidRDefault="00F50950" w:rsidP="00F50950">
      <w:pPr>
        <w:jc w:val="both"/>
      </w:pPr>
    </w:p>
    <w:p w14:paraId="18291B18" w14:textId="77777777" w:rsidR="00DA2864" w:rsidRDefault="00DA2864" w:rsidP="00E06E6F"/>
    <w:p w14:paraId="7C013917" w14:textId="77777777" w:rsidR="00B07C2B" w:rsidRDefault="00B07C2B" w:rsidP="00E06E6F"/>
    <w:p w14:paraId="55F816BC" w14:textId="77777777" w:rsidR="00931B84" w:rsidRDefault="00931B84" w:rsidP="00E06E6F"/>
    <w:p w14:paraId="298D17C5" w14:textId="77777777" w:rsidR="008A58D7" w:rsidRDefault="008A58D7" w:rsidP="00E06E6F"/>
    <w:p w14:paraId="24D5A281" w14:textId="77777777" w:rsidR="008A58D7" w:rsidRDefault="008A58D7" w:rsidP="00E06E6F"/>
    <w:p w14:paraId="32C802B6" w14:textId="77777777" w:rsidR="008A58D7" w:rsidRDefault="008A58D7" w:rsidP="00E06E6F"/>
    <w:p w14:paraId="3E1CBD69" w14:textId="77777777" w:rsidR="008A58D7" w:rsidRDefault="008A58D7" w:rsidP="00E06E6F"/>
    <w:p w14:paraId="6F9B2EF2" w14:textId="77777777"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2F64F6E5" w14:textId="77777777" w:rsidR="00DA2864" w:rsidRPr="00492583" w:rsidRDefault="00DA2864" w:rsidP="00DA2864">
      <w:pPr>
        <w:shd w:val="clear" w:color="auto" w:fill="F79646"/>
        <w:spacing w:after="40"/>
        <w:jc w:val="center"/>
        <w:rPr>
          <w:rFonts w:ascii="Book Antiqua" w:hAnsi="Book Antiqua" w:cstheme="minorHAnsi"/>
          <w:b/>
          <w:caps/>
        </w:rPr>
      </w:pPr>
    </w:p>
    <w:p w14:paraId="4F608821" w14:textId="77777777"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45534B21"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7761578" w14:textId="77777777" w:rsidR="00403CCB" w:rsidRDefault="00403CCB" w:rsidP="00E06E6F">
      <w:pPr>
        <w:rPr>
          <w:rFonts w:ascii="Book Antiqua" w:hAnsi="Book Antiqua" w:cstheme="minorHAnsi"/>
          <w:sz w:val="22"/>
          <w:szCs w:val="22"/>
        </w:rPr>
      </w:pPr>
    </w:p>
    <w:p w14:paraId="78226652" w14:textId="77777777"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w:t>
      </w:r>
      <w:proofErr w:type="spellStart"/>
      <w:r w:rsidR="00FE19A4" w:rsidRPr="00595B37">
        <w:rPr>
          <w:rFonts w:ascii="Book Antiqua" w:hAnsi="Book Antiqua" w:cstheme="minorHAnsi"/>
          <w:sz w:val="22"/>
          <w:szCs w:val="22"/>
        </w:rPr>
        <w:t>g.b</w:t>
      </w:r>
      <w:proofErr w:type="spellEnd"/>
      <w:r w:rsidR="00FE19A4" w:rsidRPr="00595B37">
        <w:rPr>
          <w:rFonts w:ascii="Book Antiqua" w:hAnsi="Book Antiqua" w:cstheme="minorHAnsi"/>
          <w:sz w:val="22"/>
          <w:szCs w:val="22"/>
        </w:rPr>
        <w:t xml:space="preserve">)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5ABC4DCD" w14:textId="77777777" w:rsidR="00C02F3B" w:rsidRDefault="00C02F3B" w:rsidP="00A94B5D">
      <w:pPr>
        <w:jc w:val="both"/>
        <w:rPr>
          <w:rFonts w:ascii="Book Antiqua" w:hAnsi="Book Antiqua" w:cstheme="minorHAnsi"/>
          <w:sz w:val="22"/>
          <w:szCs w:val="22"/>
        </w:rPr>
      </w:pPr>
    </w:p>
    <w:p w14:paraId="05018E9D" w14:textId="77777777"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27C8C80C" w14:textId="77777777"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5CAF31E0"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48193D16"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324BA9DB" w14:textId="77777777" w:rsidTr="005C5919">
        <w:trPr>
          <w:cantSplit/>
          <w:trHeight w:hRule="exact" w:val="577"/>
        </w:trPr>
        <w:tc>
          <w:tcPr>
            <w:tcW w:w="3256" w:type="dxa"/>
            <w:tcBorders>
              <w:top w:val="single" w:sz="4" w:space="0" w:color="auto"/>
              <w:left w:val="single" w:sz="4" w:space="0" w:color="auto"/>
              <w:bottom w:val="single" w:sz="4" w:space="0" w:color="auto"/>
              <w:right w:val="single" w:sz="4" w:space="0" w:color="auto"/>
            </w:tcBorders>
            <w:hideMark/>
          </w:tcPr>
          <w:p w14:paraId="0B493F40"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140C2DF4" w14:textId="6ED2652A" w:rsidR="00830A45" w:rsidRPr="00A53CA7" w:rsidRDefault="002559C3" w:rsidP="00372340">
            <w:pPr>
              <w:jc w:val="both"/>
              <w:rPr>
                <w:rFonts w:ascii="Book Antiqua" w:hAnsi="Book Antiqua" w:cstheme="minorHAnsi"/>
                <w:b/>
                <w:bCs/>
              </w:rPr>
            </w:pPr>
            <w:r w:rsidRPr="00A53CA7">
              <w:rPr>
                <w:rFonts w:ascii="Book Antiqua" w:hAnsi="Book Antiqua" w:cstheme="minorHAnsi"/>
                <w:b/>
                <w:bCs/>
              </w:rPr>
              <w:t>„</w:t>
            </w:r>
            <w:r w:rsidRPr="00A53CA7">
              <w:rPr>
                <w:rFonts w:ascii="Book Antiqua" w:hAnsi="Book Antiqua"/>
                <w:b/>
                <w:bCs/>
                <w:noProof/>
              </w:rPr>
              <w:t>III</w:t>
            </w:r>
            <w:r w:rsidR="00F42D81" w:rsidRPr="00A53CA7">
              <w:rPr>
                <w:rFonts w:ascii="Book Antiqua" w:hAnsi="Book Antiqua"/>
                <w:b/>
                <w:bCs/>
                <w:noProof/>
              </w:rPr>
              <w:t>/35722 Podhořany u Nových Hradů, opěrná zeď</w:t>
            </w:r>
            <w:r w:rsidR="00830A45" w:rsidRPr="00A53CA7">
              <w:rPr>
                <w:rFonts w:ascii="Book Antiqua" w:hAnsi="Book Antiqua" w:cstheme="minorHAnsi"/>
                <w:b/>
                <w:bCs/>
              </w:rPr>
              <w:t>“</w:t>
            </w:r>
          </w:p>
        </w:tc>
      </w:tr>
      <w:tr w:rsidR="00830A45" w:rsidRPr="006259EB" w14:paraId="305660D8"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1BC00396"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710ADFF2"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7CCDFFA7"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05D5AAEC" w14:textId="77777777" w:rsidR="00830A45" w:rsidRPr="006259EB" w:rsidRDefault="00830A45" w:rsidP="00372340">
            <w:pPr>
              <w:jc w:val="both"/>
              <w:rPr>
                <w:rFonts w:ascii="Book Antiqua" w:hAnsi="Book Antiqua" w:cstheme="minorHAnsi"/>
              </w:rPr>
            </w:pPr>
          </w:p>
        </w:tc>
      </w:tr>
      <w:tr w:rsidR="00830A45" w:rsidRPr="006259EB" w14:paraId="4E94CE20"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493E3A4E"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734F91AF" w14:textId="77777777" w:rsidR="00830A45" w:rsidRPr="006259EB" w:rsidRDefault="00830A45" w:rsidP="00372340">
            <w:pPr>
              <w:jc w:val="both"/>
              <w:rPr>
                <w:rFonts w:ascii="Book Antiqua" w:hAnsi="Book Antiqua" w:cstheme="minorHAnsi"/>
              </w:rPr>
            </w:pPr>
          </w:p>
        </w:tc>
      </w:tr>
      <w:tr w:rsidR="00830A45" w:rsidRPr="006259EB" w14:paraId="5CDFF68E"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3DB47CAA"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501F53D5" w14:textId="77777777" w:rsidR="00830A45" w:rsidRPr="006259EB" w:rsidRDefault="00830A45" w:rsidP="00372340">
            <w:pPr>
              <w:jc w:val="both"/>
              <w:rPr>
                <w:rFonts w:ascii="Book Antiqua" w:hAnsi="Book Antiqua" w:cstheme="minorHAnsi"/>
              </w:rPr>
            </w:pPr>
          </w:p>
        </w:tc>
      </w:tr>
      <w:tr w:rsidR="00830A45" w:rsidRPr="006259EB" w14:paraId="3063D4AD"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1702A02C"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5AC771C1" w14:textId="77777777" w:rsidR="00830A45" w:rsidRPr="006259EB" w:rsidRDefault="00830A45" w:rsidP="00372340">
            <w:pPr>
              <w:jc w:val="both"/>
              <w:rPr>
                <w:rFonts w:ascii="Book Antiqua" w:hAnsi="Book Antiqua" w:cstheme="minorHAnsi"/>
              </w:rPr>
            </w:pPr>
          </w:p>
        </w:tc>
      </w:tr>
    </w:tbl>
    <w:p w14:paraId="00E2C958"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 xml:space="preserve">Prohlašuji, že se na mě jako uchazeče nevztahuje zákaz zadání veřejné zakázky podle </w:t>
      </w:r>
      <w:proofErr w:type="spellStart"/>
      <w:r w:rsidRPr="000549B0">
        <w:rPr>
          <w:rFonts w:ascii="Book Antiqua" w:hAnsi="Book Antiqua" w:cstheme="minorHAnsi"/>
          <w:sz w:val="22"/>
          <w:szCs w:val="22"/>
        </w:rPr>
        <w:t>ust</w:t>
      </w:r>
      <w:proofErr w:type="spellEnd"/>
      <w:r w:rsidRPr="000549B0">
        <w:rPr>
          <w:rFonts w:ascii="Book Antiqua" w:hAnsi="Book Antiqua" w:cstheme="minorHAnsi"/>
          <w:sz w:val="22"/>
          <w:szCs w:val="22"/>
        </w:rPr>
        <w:t>. § 48a zákona č. 134/2016 Sb. o zadávání veřejných zakázek. Především prohlašuji, že jako uchazeč o výše uvedenou veřejnou zakázku nejsem dodavatelem ve smyslu nařízení Rady EU č. 2022/576, tj. nejsem:</w:t>
      </w:r>
    </w:p>
    <w:p w14:paraId="1752D5F1"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5FE62F07"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1CA718E4"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5172AFDB"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37D133E9"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6FC132D4"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61C7F044" w14:textId="77777777" w:rsidR="00830A45" w:rsidRPr="000549B0" w:rsidRDefault="00830A45" w:rsidP="00830A45">
      <w:pPr>
        <w:jc w:val="both"/>
        <w:rPr>
          <w:rFonts w:ascii="Book Antiqua" w:hAnsi="Book Antiqua" w:cstheme="minorHAnsi"/>
          <w:sz w:val="22"/>
          <w:szCs w:val="22"/>
        </w:rPr>
      </w:pPr>
    </w:p>
    <w:p w14:paraId="4E594748" w14:textId="77777777" w:rsidR="00830A45" w:rsidRPr="000549B0" w:rsidRDefault="00830A45" w:rsidP="00830A45">
      <w:pPr>
        <w:jc w:val="both"/>
        <w:rPr>
          <w:rFonts w:ascii="Book Antiqua" w:hAnsi="Book Antiqua" w:cstheme="minorHAnsi"/>
          <w:sz w:val="22"/>
          <w:szCs w:val="22"/>
        </w:rPr>
      </w:pPr>
    </w:p>
    <w:p w14:paraId="5210622F"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5993746C" w14:textId="77777777" w:rsidR="00C02F3B" w:rsidRDefault="00C02F3B" w:rsidP="00A94B5D">
      <w:pPr>
        <w:jc w:val="both"/>
        <w:rPr>
          <w:rFonts w:ascii="Book Antiqua" w:hAnsi="Book Antiqua" w:cstheme="minorHAnsi"/>
          <w:sz w:val="22"/>
          <w:szCs w:val="22"/>
        </w:rPr>
      </w:pPr>
    </w:p>
    <w:p w14:paraId="08E63ACA" w14:textId="77777777" w:rsidR="00404FA5" w:rsidRDefault="00404FA5" w:rsidP="00A94B5D">
      <w:pPr>
        <w:jc w:val="both"/>
        <w:rPr>
          <w:rFonts w:ascii="Book Antiqua" w:hAnsi="Book Antiqua" w:cstheme="minorHAnsi"/>
          <w:sz w:val="22"/>
          <w:szCs w:val="22"/>
        </w:rPr>
      </w:pPr>
    </w:p>
    <w:p w14:paraId="036A0BE9" w14:textId="77777777" w:rsidR="0089210B" w:rsidRDefault="0089210B" w:rsidP="00404FA5">
      <w:pPr>
        <w:jc w:val="both"/>
        <w:rPr>
          <w:rFonts w:ascii="Book Antiqua" w:hAnsi="Book Antiqua" w:cstheme="minorHAnsi"/>
          <w:b/>
          <w:bCs/>
          <w:sz w:val="22"/>
          <w:szCs w:val="22"/>
        </w:rPr>
      </w:pPr>
    </w:p>
    <w:p w14:paraId="72BA5C40" w14:textId="77777777" w:rsidR="0058663D" w:rsidRDefault="0058663D" w:rsidP="00404FA5">
      <w:pPr>
        <w:jc w:val="both"/>
        <w:rPr>
          <w:rFonts w:ascii="Book Antiqua" w:hAnsi="Book Antiqua" w:cstheme="minorHAnsi"/>
          <w:b/>
          <w:bCs/>
          <w:sz w:val="22"/>
          <w:szCs w:val="22"/>
        </w:rPr>
      </w:pPr>
    </w:p>
    <w:p w14:paraId="187D279A" w14:textId="77777777" w:rsidR="0058663D" w:rsidRDefault="0058663D" w:rsidP="00404FA5">
      <w:pPr>
        <w:jc w:val="both"/>
        <w:rPr>
          <w:rFonts w:ascii="Book Antiqua" w:hAnsi="Book Antiqua" w:cstheme="minorHAnsi"/>
          <w:b/>
          <w:bCs/>
          <w:sz w:val="22"/>
          <w:szCs w:val="22"/>
        </w:rPr>
      </w:pPr>
    </w:p>
    <w:p w14:paraId="7FD1A99C" w14:textId="50110106" w:rsidR="00E01405" w:rsidRDefault="00E01405">
      <w:pPr>
        <w:rPr>
          <w:rFonts w:ascii="Book Antiqua" w:hAnsi="Book Antiqua" w:cstheme="minorHAnsi"/>
          <w:b/>
          <w:bCs/>
          <w:sz w:val="22"/>
          <w:szCs w:val="22"/>
        </w:rPr>
      </w:pPr>
      <w:r>
        <w:rPr>
          <w:rFonts w:ascii="Book Antiqua" w:hAnsi="Book Antiqua" w:cstheme="minorHAnsi"/>
          <w:b/>
          <w:bCs/>
          <w:sz w:val="22"/>
          <w:szCs w:val="22"/>
        </w:rPr>
        <w:br w:type="page"/>
      </w:r>
    </w:p>
    <w:p w14:paraId="56C88042" w14:textId="77777777" w:rsidR="00E01405" w:rsidRDefault="00E01405" w:rsidP="00E0140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E01405" w:rsidRPr="00147DFF" w14:paraId="7F5491E6" w14:textId="77777777" w:rsidTr="00ED2DF1">
        <w:tc>
          <w:tcPr>
            <w:tcW w:w="9747" w:type="dxa"/>
            <w:gridSpan w:val="2"/>
          </w:tcPr>
          <w:p w14:paraId="64ED471B" w14:textId="77777777" w:rsidR="00E01405" w:rsidRPr="00147DFF" w:rsidRDefault="00E01405" w:rsidP="00ED2DF1">
            <w:pPr>
              <w:shd w:val="clear" w:color="auto" w:fill="F79646"/>
              <w:suppressAutoHyphens/>
              <w:jc w:val="center"/>
              <w:rPr>
                <w:rFonts w:ascii="Arial" w:hAnsi="Arial" w:cs="Arial"/>
                <w:b/>
                <w:bCs/>
              </w:rPr>
            </w:pPr>
            <w:bookmarkStart w:id="2" w:name="_Hlk190928267"/>
          </w:p>
          <w:p w14:paraId="7DCDBC8F" w14:textId="77777777" w:rsidR="00E01405" w:rsidRPr="00147DFF" w:rsidRDefault="00E01405" w:rsidP="00ED2DF1">
            <w:pPr>
              <w:shd w:val="clear" w:color="auto" w:fill="F79646"/>
              <w:suppressAutoHyphens/>
              <w:jc w:val="center"/>
              <w:rPr>
                <w:rFonts w:ascii="Arial" w:hAnsi="Arial" w:cs="Arial"/>
                <w:b/>
                <w:bCs/>
              </w:rPr>
            </w:pPr>
            <w:r w:rsidRPr="00147DFF">
              <w:rPr>
                <w:rFonts w:ascii="Arial" w:hAnsi="Arial" w:cs="Arial"/>
                <w:b/>
                <w:bCs/>
                <w:sz w:val="22"/>
                <w:szCs w:val="22"/>
              </w:rPr>
              <w:t>ČESTNÉ PROHLÁŠENÍ O NEEXISTENCI STŘETU ZÁJMŮ</w:t>
            </w:r>
          </w:p>
          <w:p w14:paraId="58C7AD6A" w14:textId="77777777" w:rsidR="00E01405" w:rsidRPr="00147DFF" w:rsidRDefault="00E01405" w:rsidP="00ED2DF1">
            <w:pPr>
              <w:shd w:val="clear" w:color="auto" w:fill="F79646"/>
              <w:suppressAutoHyphens/>
              <w:jc w:val="center"/>
              <w:rPr>
                <w:rFonts w:ascii="Arial" w:hAnsi="Arial" w:cs="Arial"/>
                <w:b/>
                <w:bCs/>
              </w:rPr>
            </w:pPr>
          </w:p>
        </w:tc>
      </w:tr>
      <w:tr w:rsidR="00E01405" w:rsidRPr="00147DFF" w14:paraId="14264504" w14:textId="77777777" w:rsidTr="00ED2DF1">
        <w:trPr>
          <w:trHeight w:val="841"/>
        </w:trPr>
        <w:tc>
          <w:tcPr>
            <w:tcW w:w="3936" w:type="dxa"/>
            <w:vAlign w:val="center"/>
          </w:tcPr>
          <w:p w14:paraId="6A6E0EF3" w14:textId="77777777" w:rsidR="00E01405" w:rsidRPr="00147DFF" w:rsidRDefault="00E01405" w:rsidP="00ED2DF1">
            <w:pPr>
              <w:spacing w:before="120" w:after="120" w:line="276" w:lineRule="auto"/>
              <w:textAlignment w:val="top"/>
              <w:rPr>
                <w:rFonts w:ascii="Arial" w:hAnsi="Arial" w:cs="Arial"/>
              </w:rPr>
            </w:pPr>
            <w:r w:rsidRPr="00147DFF">
              <w:rPr>
                <w:rFonts w:ascii="Arial" w:hAnsi="Arial" w:cs="Arial"/>
                <w:sz w:val="22"/>
                <w:szCs w:val="22"/>
              </w:rPr>
              <w:t>Název veřejné zakázky:</w:t>
            </w:r>
          </w:p>
        </w:tc>
        <w:tc>
          <w:tcPr>
            <w:tcW w:w="5811" w:type="dxa"/>
            <w:vAlign w:val="center"/>
          </w:tcPr>
          <w:p w14:paraId="1B407DC9" w14:textId="77777777" w:rsidR="00E01405" w:rsidRPr="00147DFF" w:rsidRDefault="00E01405" w:rsidP="00ED2DF1">
            <w:pPr>
              <w:pStyle w:val="Nadpis21"/>
              <w:keepNext/>
              <w:keepLines/>
              <w:shd w:val="clear" w:color="auto" w:fill="auto"/>
              <w:spacing w:after="240"/>
              <w:outlineLvl w:val="9"/>
              <w:rPr>
                <w:rFonts w:ascii="Arial" w:hAnsi="Arial" w:cs="Arial"/>
                <w:sz w:val="22"/>
                <w:szCs w:val="22"/>
              </w:rPr>
            </w:pPr>
            <w:r w:rsidRPr="006259EB">
              <w:rPr>
                <w:rFonts w:ascii="Book Antiqua" w:hAnsi="Book Antiqua" w:cstheme="minorHAnsi"/>
              </w:rPr>
              <w:t>„</w:t>
            </w:r>
            <w:r w:rsidRPr="001617EA">
              <w:rPr>
                <w:rFonts w:ascii="Book Antiqua" w:hAnsi="Book Antiqua"/>
                <w:noProof/>
              </w:rPr>
              <w:t>III/35722 Podhořany u Nových Hradů, opěrná zeď</w:t>
            </w:r>
            <w:r w:rsidRPr="006259EB">
              <w:rPr>
                <w:rFonts w:ascii="Book Antiqua" w:hAnsi="Book Antiqua" w:cstheme="minorHAnsi"/>
              </w:rPr>
              <w:t>“</w:t>
            </w:r>
          </w:p>
        </w:tc>
      </w:tr>
    </w:tbl>
    <w:p w14:paraId="1B325863" w14:textId="77777777" w:rsidR="00E01405" w:rsidRPr="00147DFF" w:rsidRDefault="00E01405" w:rsidP="00E01405">
      <w:pPr>
        <w:shd w:val="clear" w:color="auto" w:fill="FFFFFF"/>
        <w:spacing w:before="120" w:after="120" w:line="276" w:lineRule="auto"/>
        <w:jc w:val="both"/>
        <w:textAlignment w:val="top"/>
        <w:rPr>
          <w:rFonts w:ascii="Arial" w:hAnsi="Arial" w:cs="Arial"/>
          <w:bCs/>
          <w:iCs/>
          <w:sz w:val="22"/>
          <w:szCs w:val="22"/>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E01405" w:rsidRPr="00147DFF" w14:paraId="39F066D5" w14:textId="77777777" w:rsidTr="00ED2DF1">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75758EB3" w14:textId="77777777" w:rsidR="00E01405" w:rsidRPr="00147DFF" w:rsidRDefault="00E01405" w:rsidP="00ED2DF1">
            <w:pPr>
              <w:rPr>
                <w:rFonts w:ascii="Arial" w:hAnsi="Arial" w:cs="Arial"/>
                <w:b/>
                <w:bCs/>
                <w:color w:val="000000"/>
              </w:rPr>
            </w:pPr>
            <w:r w:rsidRPr="00147DFF">
              <w:rPr>
                <w:rFonts w:ascii="Arial" w:hAnsi="Arial" w:cs="Arial"/>
                <w:b/>
                <w:bCs/>
                <w:color w:val="000000"/>
                <w:sz w:val="22"/>
                <w:szCs w:val="22"/>
              </w:rPr>
              <w:t>Údaje o účastníkovi veřejné zakázky:</w:t>
            </w:r>
          </w:p>
        </w:tc>
      </w:tr>
      <w:tr w:rsidR="00E01405" w:rsidRPr="00147DFF" w14:paraId="4E72C527" w14:textId="77777777" w:rsidTr="00ED2DF1">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56A5D251" w14:textId="77777777" w:rsidR="00E01405" w:rsidRPr="00147DFF" w:rsidRDefault="00E01405" w:rsidP="00ED2DF1">
            <w:pPr>
              <w:rPr>
                <w:rFonts w:ascii="Arial" w:hAnsi="Arial" w:cs="Arial"/>
                <w:color w:val="000000"/>
              </w:rPr>
            </w:pPr>
            <w:r w:rsidRPr="00147DFF">
              <w:rPr>
                <w:rFonts w:ascii="Arial" w:hAnsi="Arial" w:cs="Arial"/>
                <w:color w:val="000000"/>
                <w:sz w:val="22"/>
                <w:szCs w:val="22"/>
              </w:rPr>
              <w:t xml:space="preserve">Účastník veřejné zakázky: </w:t>
            </w:r>
            <w:r w:rsidRPr="00147DFF">
              <w:rPr>
                <w:rFonts w:ascii="Arial" w:hAnsi="Arial" w:cs="Arial"/>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32825E92" w14:textId="77777777" w:rsidR="00E01405" w:rsidRPr="00147DFF" w:rsidRDefault="00E01405" w:rsidP="00ED2DF1">
            <w:pPr>
              <w:jc w:val="center"/>
              <w:rPr>
                <w:rFonts w:ascii="Arial" w:hAnsi="Arial" w:cs="Arial"/>
                <w:color w:val="000000"/>
              </w:rPr>
            </w:pPr>
            <w:r w:rsidRPr="00147DFF">
              <w:rPr>
                <w:rFonts w:ascii="Arial" w:hAnsi="Arial" w:cs="Arial"/>
                <w:color w:val="000000"/>
                <w:sz w:val="22"/>
                <w:szCs w:val="22"/>
              </w:rPr>
              <w:t> </w:t>
            </w:r>
          </w:p>
        </w:tc>
      </w:tr>
      <w:tr w:rsidR="00E01405" w:rsidRPr="00147DFF" w14:paraId="3F427CF9" w14:textId="77777777" w:rsidTr="00ED2DF1">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24025943" w14:textId="77777777" w:rsidR="00E01405" w:rsidRPr="00147DFF" w:rsidRDefault="00E01405" w:rsidP="00ED2DF1">
            <w:pPr>
              <w:rPr>
                <w:rFonts w:ascii="Arial" w:hAnsi="Arial" w:cs="Arial"/>
                <w:color w:val="000000"/>
              </w:rPr>
            </w:pPr>
            <w:r w:rsidRPr="00147DFF">
              <w:rPr>
                <w:rFonts w:ascii="Arial" w:hAnsi="Arial" w:cs="Arial"/>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09272EFE" w14:textId="77777777" w:rsidR="00E01405" w:rsidRPr="00147DFF" w:rsidRDefault="00E01405" w:rsidP="00ED2DF1">
            <w:pPr>
              <w:rPr>
                <w:rFonts w:ascii="Arial" w:hAnsi="Arial" w:cs="Arial"/>
                <w:color w:val="000000"/>
              </w:rPr>
            </w:pPr>
            <w:r w:rsidRPr="00147DFF">
              <w:rPr>
                <w:rFonts w:ascii="Arial" w:hAnsi="Arial" w:cs="Arial"/>
                <w:color w:val="000000"/>
                <w:sz w:val="22"/>
                <w:szCs w:val="22"/>
              </w:rPr>
              <w:t> </w:t>
            </w:r>
          </w:p>
        </w:tc>
      </w:tr>
      <w:tr w:rsidR="00E01405" w:rsidRPr="00147DFF" w14:paraId="68A91511" w14:textId="77777777" w:rsidTr="00ED2DF1">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74C126DC" w14:textId="77777777" w:rsidR="00E01405" w:rsidRPr="00147DFF" w:rsidRDefault="00E01405" w:rsidP="00ED2DF1">
            <w:pPr>
              <w:rPr>
                <w:rFonts w:ascii="Arial" w:hAnsi="Arial" w:cs="Arial"/>
                <w:color w:val="000000"/>
              </w:rPr>
            </w:pPr>
            <w:r w:rsidRPr="00147DFF">
              <w:rPr>
                <w:rFonts w:ascii="Arial" w:hAnsi="Arial" w:cs="Arial"/>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30FCADEC" w14:textId="77777777" w:rsidR="00E01405" w:rsidRPr="00190E6F" w:rsidRDefault="00E01405" w:rsidP="00ED2DF1">
            <w:pPr>
              <w:rPr>
                <w:rFonts w:ascii="Arial" w:hAnsi="Arial" w:cs="Arial"/>
                <w:i/>
                <w:iCs/>
                <w:color w:val="000000"/>
              </w:rPr>
            </w:pPr>
            <w:r w:rsidRPr="00147DFF">
              <w:rPr>
                <w:rFonts w:ascii="Arial" w:hAnsi="Arial" w:cs="Arial"/>
                <w:color w:val="000000"/>
                <w:sz w:val="22"/>
                <w:szCs w:val="22"/>
              </w:rPr>
              <w:t> </w:t>
            </w:r>
          </w:p>
        </w:tc>
      </w:tr>
      <w:tr w:rsidR="00E01405" w:rsidRPr="00147DFF" w14:paraId="497932A3" w14:textId="77777777" w:rsidTr="00ED2DF1">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399A2151" w14:textId="77777777" w:rsidR="00E01405" w:rsidRPr="00147DFF" w:rsidRDefault="00E01405" w:rsidP="00ED2DF1">
            <w:pPr>
              <w:rPr>
                <w:rFonts w:ascii="Arial" w:hAnsi="Arial" w:cs="Arial"/>
                <w:color w:val="000000"/>
              </w:rPr>
            </w:pPr>
            <w:r w:rsidRPr="00147DFF">
              <w:rPr>
                <w:rFonts w:ascii="Arial" w:hAnsi="Arial" w:cs="Arial"/>
                <w:color w:val="000000"/>
                <w:sz w:val="22"/>
                <w:szCs w:val="22"/>
              </w:rPr>
              <w:t>IČ:</w:t>
            </w:r>
          </w:p>
        </w:tc>
        <w:tc>
          <w:tcPr>
            <w:tcW w:w="5820" w:type="dxa"/>
            <w:tcBorders>
              <w:top w:val="single" w:sz="4" w:space="0" w:color="auto"/>
              <w:left w:val="nil"/>
              <w:bottom w:val="single" w:sz="4" w:space="0" w:color="auto"/>
              <w:right w:val="single" w:sz="8" w:space="0" w:color="000000"/>
            </w:tcBorders>
            <w:vAlign w:val="center"/>
            <w:hideMark/>
          </w:tcPr>
          <w:p w14:paraId="68FCE8BB" w14:textId="77777777" w:rsidR="00E01405" w:rsidRPr="00147DFF" w:rsidRDefault="00E01405" w:rsidP="00ED2DF1">
            <w:pPr>
              <w:jc w:val="center"/>
              <w:rPr>
                <w:rFonts w:ascii="Arial" w:hAnsi="Arial" w:cs="Arial"/>
                <w:color w:val="000000"/>
              </w:rPr>
            </w:pPr>
            <w:r w:rsidRPr="00147DFF">
              <w:rPr>
                <w:rFonts w:ascii="Arial" w:hAnsi="Arial" w:cs="Arial"/>
                <w:color w:val="000000"/>
                <w:sz w:val="22"/>
                <w:szCs w:val="22"/>
              </w:rPr>
              <w:t> </w:t>
            </w:r>
          </w:p>
        </w:tc>
      </w:tr>
      <w:tr w:rsidR="00E01405" w:rsidRPr="00147DFF" w14:paraId="5B091FDE" w14:textId="77777777" w:rsidTr="00ED2DF1">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499875D9" w14:textId="77777777" w:rsidR="00E01405" w:rsidRPr="00147DFF" w:rsidRDefault="00E01405" w:rsidP="00ED2DF1">
            <w:pPr>
              <w:rPr>
                <w:rFonts w:ascii="Arial" w:hAnsi="Arial" w:cs="Arial"/>
                <w:color w:val="000000"/>
              </w:rPr>
            </w:pPr>
            <w:r w:rsidRPr="00147DFF">
              <w:rPr>
                <w:rFonts w:ascii="Arial" w:hAnsi="Arial" w:cs="Arial"/>
                <w:color w:val="000000"/>
                <w:sz w:val="22"/>
                <w:szCs w:val="22"/>
              </w:rPr>
              <w:t>DIČ:</w:t>
            </w:r>
          </w:p>
        </w:tc>
        <w:tc>
          <w:tcPr>
            <w:tcW w:w="5820" w:type="dxa"/>
            <w:tcBorders>
              <w:top w:val="single" w:sz="4" w:space="0" w:color="auto"/>
              <w:left w:val="nil"/>
              <w:bottom w:val="single" w:sz="4" w:space="0" w:color="auto"/>
              <w:right w:val="single" w:sz="8" w:space="0" w:color="000000"/>
            </w:tcBorders>
            <w:vAlign w:val="center"/>
            <w:hideMark/>
          </w:tcPr>
          <w:p w14:paraId="78EDEF7A" w14:textId="77777777" w:rsidR="00E01405" w:rsidRPr="00147DFF" w:rsidRDefault="00E01405" w:rsidP="00ED2DF1">
            <w:pPr>
              <w:jc w:val="center"/>
              <w:rPr>
                <w:rFonts w:ascii="Arial" w:hAnsi="Arial" w:cs="Arial"/>
                <w:color w:val="000000"/>
              </w:rPr>
            </w:pPr>
            <w:r w:rsidRPr="00147DFF">
              <w:rPr>
                <w:rFonts w:ascii="Arial" w:hAnsi="Arial" w:cs="Arial"/>
                <w:color w:val="000000"/>
                <w:sz w:val="22"/>
                <w:szCs w:val="22"/>
              </w:rPr>
              <w:t> </w:t>
            </w:r>
          </w:p>
        </w:tc>
      </w:tr>
      <w:tr w:rsidR="00E01405" w:rsidRPr="00147DFF" w14:paraId="5FDE0ADE" w14:textId="77777777" w:rsidTr="00ED2DF1">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08186DEE" w14:textId="77777777" w:rsidR="00E01405" w:rsidRPr="00147DFF" w:rsidRDefault="00E01405" w:rsidP="00ED2DF1">
            <w:pPr>
              <w:rPr>
                <w:rFonts w:ascii="Arial" w:hAnsi="Arial" w:cs="Arial"/>
                <w:color w:val="000000"/>
              </w:rPr>
            </w:pPr>
            <w:proofErr w:type="gramStart"/>
            <w:r w:rsidRPr="00147DFF">
              <w:rPr>
                <w:rFonts w:ascii="Arial" w:hAnsi="Arial" w:cs="Arial"/>
                <w:color w:val="000000"/>
                <w:sz w:val="22"/>
                <w:szCs w:val="22"/>
              </w:rPr>
              <w:t xml:space="preserve">Kontakty:   </w:t>
            </w:r>
            <w:proofErr w:type="gramEnd"/>
            <w:r w:rsidRPr="00147DFF">
              <w:rPr>
                <w:rFonts w:ascii="Arial" w:hAnsi="Arial" w:cs="Arial"/>
                <w:color w:val="000000"/>
                <w:sz w:val="22"/>
                <w:szCs w:val="22"/>
              </w:rPr>
              <w:t xml:space="preserve">                                          </w:t>
            </w:r>
            <w:proofErr w:type="gramStart"/>
            <w:r w:rsidRPr="00147DFF">
              <w:rPr>
                <w:rFonts w:ascii="Arial" w:hAnsi="Arial" w:cs="Arial"/>
                <w:color w:val="000000"/>
                <w:sz w:val="22"/>
                <w:szCs w:val="22"/>
              </w:rPr>
              <w:t xml:space="preserve">   (</w:t>
            </w:r>
            <w:proofErr w:type="gramEnd"/>
            <w:r w:rsidRPr="00147DFF">
              <w:rPr>
                <w:rFonts w:ascii="Arial" w:hAnsi="Arial" w:cs="Arial"/>
                <w:color w:val="000000"/>
                <w:sz w:val="22"/>
                <w:szCs w:val="22"/>
              </w:rPr>
              <w:t>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2C3DF49E" w14:textId="77777777" w:rsidR="00E01405" w:rsidRPr="00147DFF" w:rsidRDefault="00E01405" w:rsidP="00ED2DF1">
            <w:pPr>
              <w:rPr>
                <w:rFonts w:ascii="Arial" w:hAnsi="Arial" w:cs="Arial"/>
                <w:color w:val="000000"/>
              </w:rPr>
            </w:pPr>
            <w:r w:rsidRPr="00147DFF">
              <w:rPr>
                <w:rFonts w:ascii="Arial" w:hAnsi="Arial" w:cs="Arial"/>
                <w:color w:val="000000"/>
                <w:sz w:val="22"/>
                <w:szCs w:val="22"/>
              </w:rPr>
              <w:t> </w:t>
            </w:r>
          </w:p>
        </w:tc>
      </w:tr>
    </w:tbl>
    <w:p w14:paraId="6453CCB3" w14:textId="77777777" w:rsidR="00E01405" w:rsidRPr="00147DFF" w:rsidRDefault="00E01405" w:rsidP="00E01405">
      <w:pPr>
        <w:pStyle w:val="Nzev"/>
        <w:pBdr>
          <w:bottom w:val="none" w:sz="0" w:space="0" w:color="auto"/>
        </w:pBdr>
        <w:spacing w:line="276" w:lineRule="auto"/>
        <w:jc w:val="both"/>
        <w:rPr>
          <w:rFonts w:ascii="Arial" w:hAnsi="Arial" w:cs="Arial"/>
          <w:sz w:val="22"/>
          <w:szCs w:val="22"/>
          <w:lang w:val="cs-CZ"/>
        </w:rPr>
      </w:pPr>
    </w:p>
    <w:p w14:paraId="7DE0D800" w14:textId="77777777" w:rsidR="00E01405" w:rsidRPr="00147DFF" w:rsidRDefault="00E01405" w:rsidP="00E01405">
      <w:pPr>
        <w:pStyle w:val="Nzev"/>
        <w:pBdr>
          <w:bottom w:val="none" w:sz="0" w:space="0" w:color="auto"/>
        </w:pBdr>
        <w:spacing w:line="276" w:lineRule="auto"/>
        <w:jc w:val="both"/>
        <w:rPr>
          <w:rFonts w:ascii="Arial" w:hAnsi="Arial" w:cs="Arial"/>
          <w:bCs/>
          <w:caps/>
          <w:sz w:val="22"/>
          <w:szCs w:val="22"/>
          <w:lang w:val="cs-CZ"/>
        </w:rPr>
      </w:pPr>
      <w:r w:rsidRPr="00147DFF">
        <w:rPr>
          <w:rFonts w:ascii="Arial" w:hAnsi="Arial" w:cs="Arial"/>
          <w:sz w:val="22"/>
          <w:szCs w:val="22"/>
          <w:lang w:val="cs-CZ"/>
        </w:rPr>
        <w:t xml:space="preserve">Dle </w:t>
      </w:r>
      <w:proofErr w:type="spellStart"/>
      <w:r w:rsidRPr="00147DFF">
        <w:rPr>
          <w:rFonts w:ascii="Arial" w:hAnsi="Arial" w:cs="Arial"/>
          <w:sz w:val="22"/>
          <w:szCs w:val="22"/>
          <w:lang w:val="cs-CZ"/>
        </w:rPr>
        <w:t>ust</w:t>
      </w:r>
      <w:proofErr w:type="spellEnd"/>
      <w:r w:rsidRPr="00147DFF">
        <w:rPr>
          <w:rFonts w:ascii="Arial" w:hAnsi="Arial" w:cs="Arial"/>
          <w:sz w:val="22"/>
          <w:szCs w:val="22"/>
          <w:lang w:val="cs-CZ"/>
        </w:rPr>
        <w:t>. § 4b zákona č. 159/2006 Sb., zákon o střetu zájmů, ve znění pozdějších předpisů (dále jen „</w:t>
      </w:r>
      <w:r w:rsidRPr="00147DFF">
        <w:rPr>
          <w:rFonts w:ascii="Arial" w:hAnsi="Arial" w:cs="Arial"/>
          <w:i/>
          <w:sz w:val="22"/>
          <w:szCs w:val="22"/>
          <w:lang w:val="cs-CZ"/>
        </w:rPr>
        <w:t>zákon o střetu zájmů</w:t>
      </w:r>
      <w:r w:rsidRPr="00147DFF">
        <w:rPr>
          <w:rFonts w:ascii="Arial" w:hAnsi="Arial" w:cs="Arial"/>
          <w:sz w:val="22"/>
          <w:szCs w:val="22"/>
          <w:lang w:val="cs-CZ"/>
        </w:rPr>
        <w:t>“)</w:t>
      </w:r>
      <w:r w:rsidRPr="00147DFF">
        <w:rPr>
          <w:rFonts w:ascii="Arial" w:hAnsi="Arial" w:cs="Arial"/>
          <w:caps/>
          <w:sz w:val="22"/>
          <w:szCs w:val="22"/>
          <w:lang w:val="cs-CZ"/>
        </w:rPr>
        <w:t xml:space="preserve"> - </w:t>
      </w:r>
      <w:proofErr w:type="spellStart"/>
      <w:r w:rsidRPr="00147DFF">
        <w:rPr>
          <w:rFonts w:ascii="Arial" w:hAnsi="Arial" w:cs="Arial"/>
          <w:bCs/>
          <w:iCs/>
          <w:sz w:val="22"/>
          <w:szCs w:val="22"/>
        </w:rPr>
        <w:t>doklad</w:t>
      </w:r>
      <w:proofErr w:type="spellEnd"/>
      <w:r w:rsidRPr="00147DFF">
        <w:rPr>
          <w:rFonts w:ascii="Arial" w:hAnsi="Arial" w:cs="Arial"/>
          <w:bCs/>
          <w:iCs/>
          <w:sz w:val="22"/>
          <w:szCs w:val="22"/>
        </w:rPr>
        <w:t xml:space="preserve"> k </w:t>
      </w:r>
      <w:proofErr w:type="spellStart"/>
      <w:r w:rsidRPr="00147DFF">
        <w:rPr>
          <w:rFonts w:ascii="Arial" w:hAnsi="Arial" w:cs="Arial"/>
          <w:bCs/>
          <w:iCs/>
          <w:sz w:val="22"/>
          <w:szCs w:val="22"/>
        </w:rPr>
        <w:t>prokázání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splnění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zadávací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podmínky</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stanovené</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zadavatelem</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zadávací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dokumentace</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výzvy</w:t>
      </w:r>
      <w:proofErr w:type="spellEnd"/>
      <w:r w:rsidRPr="00147DFF">
        <w:rPr>
          <w:rFonts w:ascii="Arial" w:hAnsi="Arial" w:cs="Arial"/>
          <w:bCs/>
          <w:iCs/>
          <w:sz w:val="22"/>
          <w:szCs w:val="22"/>
        </w:rPr>
        <w:t>).</w:t>
      </w:r>
    </w:p>
    <w:p w14:paraId="35CB6433" w14:textId="77777777" w:rsidR="00E01405" w:rsidRPr="00147DFF" w:rsidRDefault="00E01405" w:rsidP="00E01405">
      <w:pPr>
        <w:shd w:val="clear" w:color="auto" w:fill="FFFFFF"/>
        <w:spacing w:before="120" w:after="120" w:line="276" w:lineRule="auto"/>
        <w:jc w:val="both"/>
        <w:textAlignment w:val="top"/>
        <w:rPr>
          <w:rFonts w:ascii="Arial" w:hAnsi="Arial" w:cs="Arial"/>
          <w:b/>
          <w:i/>
          <w:sz w:val="22"/>
          <w:szCs w:val="22"/>
        </w:rPr>
      </w:pPr>
      <w:r w:rsidRPr="00147DFF">
        <w:rPr>
          <w:rFonts w:ascii="Arial" w:hAnsi="Arial" w:cs="Arial"/>
          <w:b/>
          <w:i/>
          <w:sz w:val="22"/>
          <w:szCs w:val="22"/>
        </w:rPr>
        <w:t xml:space="preserve">Níže podepsaný účastník veřejné zakázky tímto čestně prohlašuje, že: </w:t>
      </w:r>
    </w:p>
    <w:p w14:paraId="56CFB717" w14:textId="77777777" w:rsidR="00E01405" w:rsidRPr="00147DFF" w:rsidRDefault="00E01405" w:rsidP="00E01405">
      <w:pPr>
        <w:numPr>
          <w:ilvl w:val="0"/>
          <w:numId w:val="19"/>
        </w:numPr>
        <w:autoSpaceDE w:val="0"/>
        <w:autoSpaceDN w:val="0"/>
        <w:spacing w:before="120" w:after="120" w:line="276" w:lineRule="auto"/>
        <w:ind w:left="567" w:hanging="283"/>
        <w:jc w:val="both"/>
        <w:rPr>
          <w:rFonts w:ascii="Arial" w:eastAsia="Arial Unicode MS" w:hAnsi="Arial" w:cs="Arial"/>
          <w:sz w:val="22"/>
          <w:szCs w:val="22"/>
        </w:rPr>
      </w:pPr>
      <w:r w:rsidRPr="00147DFF">
        <w:rPr>
          <w:rFonts w:ascii="Arial" w:eastAsia="Arial Unicode MS" w:hAnsi="Arial" w:cs="Arial"/>
          <w:b/>
          <w:sz w:val="22"/>
          <w:szCs w:val="22"/>
        </w:rPr>
        <w:t>není</w:t>
      </w:r>
      <w:r w:rsidRPr="00147DFF">
        <w:rPr>
          <w:rFonts w:ascii="Arial" w:eastAsia="Arial Unicode MS" w:hAnsi="Arial" w:cs="Arial"/>
          <w:sz w:val="22"/>
          <w:szCs w:val="22"/>
        </w:rPr>
        <w:t xml:space="preserve"> obchodní společností, ve které veřejný funkcionář uvedený v </w:t>
      </w:r>
      <w:proofErr w:type="spellStart"/>
      <w:r w:rsidRPr="00147DFF">
        <w:rPr>
          <w:rFonts w:ascii="Arial" w:eastAsia="Arial Unicode MS" w:hAnsi="Arial" w:cs="Arial"/>
          <w:sz w:val="22"/>
          <w:szCs w:val="22"/>
        </w:rPr>
        <w:t>ust</w:t>
      </w:r>
      <w:proofErr w:type="spellEnd"/>
      <w:r w:rsidRPr="00147DFF">
        <w:rPr>
          <w:rFonts w:ascii="Arial" w:eastAsia="Arial Unicode MS" w:hAnsi="Arial" w:cs="Arial"/>
          <w:sz w:val="22"/>
          <w:szCs w:val="22"/>
        </w:rPr>
        <w: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79AFE0E4" w14:textId="77777777" w:rsidR="00E01405" w:rsidRPr="00147DFF" w:rsidRDefault="00E01405" w:rsidP="00E01405">
      <w:pPr>
        <w:pStyle w:val="Odstavecseseznamem"/>
        <w:numPr>
          <w:ilvl w:val="0"/>
          <w:numId w:val="19"/>
        </w:numPr>
        <w:spacing w:before="240" w:after="160" w:line="276" w:lineRule="auto"/>
        <w:ind w:left="567" w:hanging="283"/>
        <w:contextualSpacing/>
        <w:rPr>
          <w:rFonts w:ascii="Arial" w:hAnsi="Arial"/>
        </w:rPr>
      </w:pPr>
      <w:r w:rsidRPr="00147DFF">
        <w:rPr>
          <w:rFonts w:ascii="Arial" w:eastAsia="Arial Unicode MS" w:hAnsi="Arial"/>
        </w:rPr>
        <w:t>poddodavatel, prostřednictvím kterého dodavatel prokazuje kvalifikaci (existuje-li takový), není obchodní společností, ve které veřejný funkcionář uvedený v </w:t>
      </w:r>
      <w:proofErr w:type="spellStart"/>
      <w:r w:rsidRPr="00147DFF">
        <w:rPr>
          <w:rFonts w:ascii="Arial" w:eastAsia="Arial Unicode MS" w:hAnsi="Arial"/>
        </w:rPr>
        <w:t>ust</w:t>
      </w:r>
      <w:proofErr w:type="spellEnd"/>
      <w:r w:rsidRPr="00147DFF">
        <w:rPr>
          <w:rFonts w:ascii="Arial" w:eastAsia="Arial Unicode MS" w:hAnsi="Arial"/>
        </w:rPr>
        <w: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6B538E7A" w14:textId="77777777" w:rsidR="00E01405" w:rsidRPr="00147DFF" w:rsidRDefault="00E01405" w:rsidP="00E01405">
      <w:pPr>
        <w:spacing w:before="120" w:after="120" w:line="276" w:lineRule="auto"/>
        <w:contextualSpacing/>
        <w:jc w:val="both"/>
        <w:rPr>
          <w:rFonts w:ascii="Arial" w:hAnsi="Arial" w:cs="Arial"/>
          <w:color w:val="FF0000"/>
          <w:sz w:val="22"/>
          <w:szCs w:val="22"/>
        </w:rPr>
      </w:pPr>
    </w:p>
    <w:p w14:paraId="7F8DBDB3" w14:textId="77777777" w:rsidR="00E01405" w:rsidRPr="00147DFF" w:rsidRDefault="00E01405" w:rsidP="00E01405">
      <w:pPr>
        <w:spacing w:line="270" w:lineRule="exact"/>
        <w:outlineLvl w:val="0"/>
        <w:rPr>
          <w:rFonts w:ascii="Arial" w:hAnsi="Arial" w:cs="Arial"/>
          <w:sz w:val="22"/>
          <w:szCs w:val="22"/>
        </w:rPr>
      </w:pPr>
      <w:r w:rsidRPr="00147DFF">
        <w:rPr>
          <w:rFonts w:ascii="Arial" w:hAnsi="Arial" w:cs="Arial"/>
          <w:sz w:val="22"/>
          <w:szCs w:val="22"/>
        </w:rPr>
        <w:t>V </w:t>
      </w:r>
      <w:r w:rsidRPr="00147DFF">
        <w:rPr>
          <w:rFonts w:ascii="Arial" w:hAnsi="Arial" w:cs="Arial"/>
          <w:color w:val="FF0000"/>
          <w:sz w:val="22"/>
          <w:szCs w:val="22"/>
        </w:rPr>
        <w:t xml:space="preserve">[doplní účastník VZ] </w:t>
      </w:r>
      <w:r w:rsidRPr="00147DFF">
        <w:rPr>
          <w:rFonts w:ascii="Arial" w:hAnsi="Arial" w:cs="Arial"/>
          <w:sz w:val="22"/>
          <w:szCs w:val="22"/>
        </w:rPr>
        <w:t>dne [</w:t>
      </w:r>
      <w:r w:rsidRPr="00147DFF">
        <w:rPr>
          <w:rFonts w:ascii="Arial" w:hAnsi="Arial" w:cs="Arial"/>
          <w:color w:val="FF0000"/>
          <w:sz w:val="22"/>
          <w:szCs w:val="22"/>
        </w:rPr>
        <w:t xml:space="preserve">doplní účastník VZ]                                                         </w:t>
      </w:r>
    </w:p>
    <w:p w14:paraId="7BB38511" w14:textId="77777777" w:rsidR="00E01405" w:rsidRPr="00147DFF" w:rsidRDefault="00E01405" w:rsidP="00E01405">
      <w:pPr>
        <w:spacing w:line="270" w:lineRule="exact"/>
        <w:outlineLvl w:val="0"/>
        <w:rPr>
          <w:rFonts w:ascii="Arial" w:hAnsi="Arial" w:cs="Arial"/>
          <w:sz w:val="22"/>
          <w:szCs w:val="22"/>
        </w:rPr>
      </w:pPr>
    </w:p>
    <w:p w14:paraId="3104E5EC" w14:textId="77777777" w:rsidR="00E01405" w:rsidRPr="00147DFF" w:rsidRDefault="00E01405" w:rsidP="00E01405">
      <w:pPr>
        <w:spacing w:line="270" w:lineRule="exact"/>
        <w:outlineLvl w:val="0"/>
        <w:rPr>
          <w:rFonts w:ascii="Arial" w:hAnsi="Arial" w:cs="Arial"/>
          <w:sz w:val="22"/>
          <w:szCs w:val="22"/>
        </w:rPr>
      </w:pPr>
    </w:p>
    <w:p w14:paraId="23F5553E" w14:textId="77777777" w:rsidR="00E01405" w:rsidRPr="00147DFF" w:rsidRDefault="00E01405" w:rsidP="00E01405">
      <w:pPr>
        <w:spacing w:line="270" w:lineRule="exact"/>
        <w:outlineLvl w:val="0"/>
        <w:rPr>
          <w:rFonts w:ascii="Arial" w:hAnsi="Arial" w:cs="Arial"/>
          <w:sz w:val="22"/>
          <w:szCs w:val="22"/>
        </w:rPr>
      </w:pPr>
    </w:p>
    <w:p w14:paraId="15D40271" w14:textId="77777777" w:rsidR="00E01405" w:rsidRPr="00147DFF" w:rsidRDefault="00E01405" w:rsidP="00E01405">
      <w:pPr>
        <w:ind w:left="4500"/>
        <w:jc w:val="center"/>
        <w:rPr>
          <w:rFonts w:ascii="Arial" w:hAnsi="Arial" w:cs="Arial"/>
          <w:color w:val="FF0000"/>
          <w:sz w:val="22"/>
          <w:szCs w:val="22"/>
        </w:rPr>
      </w:pPr>
      <w:r w:rsidRPr="00147DFF">
        <w:rPr>
          <w:rFonts w:ascii="Arial" w:hAnsi="Arial" w:cs="Arial"/>
          <w:color w:val="FF0000"/>
          <w:sz w:val="22"/>
          <w:szCs w:val="22"/>
        </w:rPr>
        <w:t>[doplní účastník VZ]</w:t>
      </w:r>
    </w:p>
    <w:p w14:paraId="016E7781" w14:textId="77777777" w:rsidR="00E01405" w:rsidRPr="00147DFF" w:rsidRDefault="00E01405" w:rsidP="00E01405">
      <w:pPr>
        <w:ind w:left="4500"/>
        <w:jc w:val="center"/>
        <w:rPr>
          <w:rFonts w:ascii="Arial" w:hAnsi="Arial" w:cs="Arial"/>
          <w:sz w:val="22"/>
          <w:szCs w:val="22"/>
        </w:rPr>
      </w:pPr>
      <w:r w:rsidRPr="00147DFF">
        <w:rPr>
          <w:rFonts w:ascii="Arial" w:hAnsi="Arial" w:cs="Arial"/>
          <w:sz w:val="22"/>
          <w:szCs w:val="22"/>
        </w:rPr>
        <w:t>podpis oprávněné osoby jednat za účastníka veřejné zakázky</w:t>
      </w:r>
    </w:p>
    <w:p w14:paraId="05EB4A29" w14:textId="77777777" w:rsidR="00E01405" w:rsidRPr="00147DFF" w:rsidRDefault="00E01405" w:rsidP="00E01405">
      <w:pPr>
        <w:ind w:left="4500"/>
        <w:jc w:val="center"/>
        <w:rPr>
          <w:rFonts w:ascii="Arial" w:hAnsi="Arial" w:cs="Arial"/>
          <w:i/>
          <w:iCs/>
          <w:sz w:val="22"/>
          <w:szCs w:val="22"/>
        </w:rPr>
      </w:pPr>
    </w:p>
    <w:p w14:paraId="2E88C683" w14:textId="77777777" w:rsidR="00E01405" w:rsidRPr="00C01EC0" w:rsidRDefault="00E01405" w:rsidP="00E01405">
      <w:pPr>
        <w:ind w:left="4500"/>
        <w:jc w:val="center"/>
        <w:rPr>
          <w:rFonts w:ascii="Arial" w:hAnsi="Arial" w:cs="Arial"/>
          <w:i/>
          <w:iCs/>
          <w:sz w:val="22"/>
          <w:szCs w:val="22"/>
        </w:rPr>
      </w:pPr>
      <w:r w:rsidRPr="00147DFF">
        <w:rPr>
          <w:rFonts w:ascii="Arial" w:hAnsi="Arial" w:cs="Arial"/>
          <w:i/>
          <w:iCs/>
          <w:sz w:val="22"/>
          <w:szCs w:val="22"/>
        </w:rPr>
        <w:t>titul, jméno, příjmení, funkc</w:t>
      </w:r>
      <w:bookmarkEnd w:id="2"/>
      <w:r>
        <w:rPr>
          <w:rFonts w:ascii="Arial" w:hAnsi="Arial" w:cs="Arial"/>
          <w:i/>
          <w:iCs/>
          <w:sz w:val="22"/>
          <w:szCs w:val="22"/>
        </w:rPr>
        <w:t>e</w:t>
      </w:r>
    </w:p>
    <w:p w14:paraId="376111C8" w14:textId="77777777" w:rsidR="0058663D" w:rsidRPr="0089210B" w:rsidRDefault="0058663D" w:rsidP="00E01405">
      <w:pPr>
        <w:jc w:val="both"/>
        <w:rPr>
          <w:rFonts w:ascii="Book Antiqua" w:hAnsi="Book Antiqua" w:cstheme="minorHAnsi"/>
          <w:b/>
          <w:bCs/>
          <w:sz w:val="22"/>
          <w:szCs w:val="22"/>
        </w:rPr>
      </w:pPr>
    </w:p>
    <w:sectPr w:rsidR="0058663D" w:rsidRPr="0089210B"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D8805" w14:textId="77777777" w:rsidR="00055CFB" w:rsidRDefault="00055CFB">
      <w:r>
        <w:separator/>
      </w:r>
    </w:p>
  </w:endnote>
  <w:endnote w:type="continuationSeparator" w:id="0">
    <w:p w14:paraId="459B2AE8" w14:textId="77777777" w:rsidR="00055CFB" w:rsidRDefault="00055CFB">
      <w:r>
        <w:continuationSeparator/>
      </w:r>
    </w:p>
  </w:endnote>
  <w:endnote w:type="continuationNotice" w:id="1">
    <w:p w14:paraId="18CA29E0" w14:textId="77777777" w:rsidR="00055CFB" w:rsidRDefault="00055C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DB97C" w14:textId="77777777" w:rsidR="00055CFB" w:rsidRDefault="00055CFB">
      <w:r>
        <w:separator/>
      </w:r>
    </w:p>
  </w:footnote>
  <w:footnote w:type="continuationSeparator" w:id="0">
    <w:p w14:paraId="335C8458" w14:textId="77777777" w:rsidR="00055CFB" w:rsidRDefault="00055CFB">
      <w:r>
        <w:continuationSeparator/>
      </w:r>
    </w:p>
  </w:footnote>
  <w:footnote w:type="continuationNotice" w:id="1">
    <w:p w14:paraId="6C42D490" w14:textId="77777777" w:rsidR="00055CFB" w:rsidRDefault="00055C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29DE3" w14:textId="77777777"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FEB57" w14:textId="77777777" w:rsidR="008A58D7" w:rsidRDefault="00C73280" w:rsidP="00C73280">
    <w:pPr>
      <w:pStyle w:val="Zhlav"/>
      <w:pBdr>
        <w:bottom w:val="single" w:sz="6" w:space="1" w:color="auto"/>
      </w:pBdr>
    </w:pPr>
    <w:r>
      <w:rPr>
        <w:noProof/>
      </w:rPr>
      <w:drawing>
        <wp:inline distT="0" distB="0" distL="0" distR="0" wp14:anchorId="606C7E50" wp14:editId="3D36ACB6">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758CA04D" wp14:editId="2EEE902D">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02B45FD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7"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9"/>
  </w:num>
  <w:num w:numId="6" w16cid:durableId="808325614">
    <w:abstractNumId w:val="14"/>
  </w:num>
  <w:num w:numId="7" w16cid:durableId="461702004">
    <w:abstractNumId w:val="10"/>
  </w:num>
  <w:num w:numId="8" w16cid:durableId="201747495">
    <w:abstractNumId w:val="5"/>
  </w:num>
  <w:num w:numId="9" w16cid:durableId="250741321">
    <w:abstractNumId w:val="17"/>
  </w:num>
  <w:num w:numId="10" w16cid:durableId="1213688542">
    <w:abstractNumId w:val="7"/>
  </w:num>
  <w:num w:numId="11" w16cid:durableId="2043700817">
    <w:abstractNumId w:val="16"/>
  </w:num>
  <w:num w:numId="12" w16cid:durableId="1682121582">
    <w:abstractNumId w:val="4"/>
  </w:num>
  <w:num w:numId="13" w16cid:durableId="1235973958">
    <w:abstractNumId w:val="12"/>
  </w:num>
  <w:num w:numId="14" w16cid:durableId="330565423">
    <w:abstractNumId w:val="13"/>
  </w:num>
  <w:num w:numId="15" w16cid:durableId="1226256080">
    <w:abstractNumId w:val="15"/>
  </w:num>
  <w:num w:numId="16" w16cid:durableId="2128575963">
    <w:abstractNumId w:val="6"/>
  </w:num>
  <w:num w:numId="17" w16cid:durableId="1948926690">
    <w:abstractNumId w:val="18"/>
  </w:num>
  <w:num w:numId="18" w16cid:durableId="1089276064">
    <w:abstractNumId w:val="11"/>
  </w:num>
  <w:num w:numId="19" w16cid:durableId="1508131230">
    <w:abstractNumId w:val="8"/>
  </w:num>
  <w:num w:numId="20" w16cid:durableId="1054347956">
    <w:abstractNumId w:val="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F9"/>
    <w:rsid w:val="00007F01"/>
    <w:rsid w:val="00014950"/>
    <w:rsid w:val="00020858"/>
    <w:rsid w:val="000353F6"/>
    <w:rsid w:val="00035496"/>
    <w:rsid w:val="00036CD9"/>
    <w:rsid w:val="000371F0"/>
    <w:rsid w:val="00041F23"/>
    <w:rsid w:val="00044136"/>
    <w:rsid w:val="00045AE2"/>
    <w:rsid w:val="00050339"/>
    <w:rsid w:val="00055CFB"/>
    <w:rsid w:val="000567A8"/>
    <w:rsid w:val="00062447"/>
    <w:rsid w:val="00073F20"/>
    <w:rsid w:val="0007452E"/>
    <w:rsid w:val="00074991"/>
    <w:rsid w:val="0009502E"/>
    <w:rsid w:val="000B5FC8"/>
    <w:rsid w:val="000B6C53"/>
    <w:rsid w:val="000D7AB0"/>
    <w:rsid w:val="000E6B38"/>
    <w:rsid w:val="000E6FEC"/>
    <w:rsid w:val="000F6098"/>
    <w:rsid w:val="0010053F"/>
    <w:rsid w:val="0010074D"/>
    <w:rsid w:val="0010088E"/>
    <w:rsid w:val="00106035"/>
    <w:rsid w:val="001105DA"/>
    <w:rsid w:val="00110961"/>
    <w:rsid w:val="00120E3F"/>
    <w:rsid w:val="001303C7"/>
    <w:rsid w:val="0013721E"/>
    <w:rsid w:val="001562C5"/>
    <w:rsid w:val="001574D4"/>
    <w:rsid w:val="001617EA"/>
    <w:rsid w:val="00164ACB"/>
    <w:rsid w:val="001673D2"/>
    <w:rsid w:val="00175026"/>
    <w:rsid w:val="00177DAE"/>
    <w:rsid w:val="001823DD"/>
    <w:rsid w:val="001A3C86"/>
    <w:rsid w:val="001B065B"/>
    <w:rsid w:val="001B2676"/>
    <w:rsid w:val="001B2FD2"/>
    <w:rsid w:val="001C511B"/>
    <w:rsid w:val="001D1A86"/>
    <w:rsid w:val="001D4C23"/>
    <w:rsid w:val="001E5418"/>
    <w:rsid w:val="00201174"/>
    <w:rsid w:val="00204784"/>
    <w:rsid w:val="00213225"/>
    <w:rsid w:val="002226B9"/>
    <w:rsid w:val="00227D8E"/>
    <w:rsid w:val="00234F67"/>
    <w:rsid w:val="002354F0"/>
    <w:rsid w:val="002405A7"/>
    <w:rsid w:val="00243145"/>
    <w:rsid w:val="002513D3"/>
    <w:rsid w:val="002559C3"/>
    <w:rsid w:val="00257A2F"/>
    <w:rsid w:val="00271F40"/>
    <w:rsid w:val="00280DF8"/>
    <w:rsid w:val="00284B45"/>
    <w:rsid w:val="002A06C1"/>
    <w:rsid w:val="002A086B"/>
    <w:rsid w:val="002A42CF"/>
    <w:rsid w:val="002C1281"/>
    <w:rsid w:val="002C7CB9"/>
    <w:rsid w:val="002D6627"/>
    <w:rsid w:val="002D7CE5"/>
    <w:rsid w:val="002E1AF7"/>
    <w:rsid w:val="002F443E"/>
    <w:rsid w:val="00300BEB"/>
    <w:rsid w:val="00316992"/>
    <w:rsid w:val="00325E0C"/>
    <w:rsid w:val="00330A45"/>
    <w:rsid w:val="00330E4C"/>
    <w:rsid w:val="003336A0"/>
    <w:rsid w:val="00341C49"/>
    <w:rsid w:val="00345B2B"/>
    <w:rsid w:val="0036419D"/>
    <w:rsid w:val="0038044C"/>
    <w:rsid w:val="00393F05"/>
    <w:rsid w:val="003963CA"/>
    <w:rsid w:val="003A2762"/>
    <w:rsid w:val="003A740D"/>
    <w:rsid w:val="003A7C7B"/>
    <w:rsid w:val="003B3DC7"/>
    <w:rsid w:val="003B45D1"/>
    <w:rsid w:val="003C41BE"/>
    <w:rsid w:val="003C67CE"/>
    <w:rsid w:val="003D134F"/>
    <w:rsid w:val="003E5691"/>
    <w:rsid w:val="003E5EBF"/>
    <w:rsid w:val="003F79EF"/>
    <w:rsid w:val="00403CCB"/>
    <w:rsid w:val="00404FA5"/>
    <w:rsid w:val="00405776"/>
    <w:rsid w:val="004079AE"/>
    <w:rsid w:val="004165B1"/>
    <w:rsid w:val="00426D3E"/>
    <w:rsid w:val="004341CF"/>
    <w:rsid w:val="00435952"/>
    <w:rsid w:val="00435D03"/>
    <w:rsid w:val="0043648D"/>
    <w:rsid w:val="00447BFA"/>
    <w:rsid w:val="00447D0B"/>
    <w:rsid w:val="004518AA"/>
    <w:rsid w:val="0045259A"/>
    <w:rsid w:val="0046484D"/>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3782"/>
    <w:rsid w:val="00525534"/>
    <w:rsid w:val="005444C4"/>
    <w:rsid w:val="005450FE"/>
    <w:rsid w:val="00553928"/>
    <w:rsid w:val="00553EF5"/>
    <w:rsid w:val="00555AB1"/>
    <w:rsid w:val="00563A6A"/>
    <w:rsid w:val="005820DC"/>
    <w:rsid w:val="005833C4"/>
    <w:rsid w:val="00583EFC"/>
    <w:rsid w:val="00585354"/>
    <w:rsid w:val="0058663D"/>
    <w:rsid w:val="00595B37"/>
    <w:rsid w:val="005B1942"/>
    <w:rsid w:val="005C5919"/>
    <w:rsid w:val="005C745E"/>
    <w:rsid w:val="005D34F4"/>
    <w:rsid w:val="005E0EF1"/>
    <w:rsid w:val="005E2F03"/>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84F92"/>
    <w:rsid w:val="00692BFD"/>
    <w:rsid w:val="00695A61"/>
    <w:rsid w:val="00695DF5"/>
    <w:rsid w:val="006A10B1"/>
    <w:rsid w:val="006A1BEA"/>
    <w:rsid w:val="006A548F"/>
    <w:rsid w:val="006A665B"/>
    <w:rsid w:val="006B2622"/>
    <w:rsid w:val="006C3B8B"/>
    <w:rsid w:val="006C439B"/>
    <w:rsid w:val="006D238C"/>
    <w:rsid w:val="006E3465"/>
    <w:rsid w:val="006E7A6B"/>
    <w:rsid w:val="006F0B2D"/>
    <w:rsid w:val="00703A66"/>
    <w:rsid w:val="00711450"/>
    <w:rsid w:val="00712151"/>
    <w:rsid w:val="007126CE"/>
    <w:rsid w:val="00713E72"/>
    <w:rsid w:val="00717762"/>
    <w:rsid w:val="00731015"/>
    <w:rsid w:val="0073618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5284"/>
    <w:rsid w:val="007E71EC"/>
    <w:rsid w:val="007F3CE1"/>
    <w:rsid w:val="008015CB"/>
    <w:rsid w:val="0080203C"/>
    <w:rsid w:val="00830780"/>
    <w:rsid w:val="00830A45"/>
    <w:rsid w:val="008325B7"/>
    <w:rsid w:val="00836FA8"/>
    <w:rsid w:val="008371F9"/>
    <w:rsid w:val="0084737D"/>
    <w:rsid w:val="00857AEF"/>
    <w:rsid w:val="00875C46"/>
    <w:rsid w:val="00875E61"/>
    <w:rsid w:val="00881B75"/>
    <w:rsid w:val="008832FD"/>
    <w:rsid w:val="008833C3"/>
    <w:rsid w:val="0088448C"/>
    <w:rsid w:val="00891F11"/>
    <w:rsid w:val="0089210B"/>
    <w:rsid w:val="00893153"/>
    <w:rsid w:val="00894DA3"/>
    <w:rsid w:val="008A1175"/>
    <w:rsid w:val="008A58D7"/>
    <w:rsid w:val="008A6F15"/>
    <w:rsid w:val="008E236A"/>
    <w:rsid w:val="008F5DBC"/>
    <w:rsid w:val="00900D88"/>
    <w:rsid w:val="00905943"/>
    <w:rsid w:val="009138F1"/>
    <w:rsid w:val="00930097"/>
    <w:rsid w:val="00931B84"/>
    <w:rsid w:val="00946B51"/>
    <w:rsid w:val="009548AA"/>
    <w:rsid w:val="0097216C"/>
    <w:rsid w:val="00975519"/>
    <w:rsid w:val="0097722F"/>
    <w:rsid w:val="00983030"/>
    <w:rsid w:val="009907F6"/>
    <w:rsid w:val="00991DC9"/>
    <w:rsid w:val="00991E2E"/>
    <w:rsid w:val="00993E14"/>
    <w:rsid w:val="009A366B"/>
    <w:rsid w:val="009B2CC1"/>
    <w:rsid w:val="009C509B"/>
    <w:rsid w:val="009C7A38"/>
    <w:rsid w:val="009C7FAD"/>
    <w:rsid w:val="009D098B"/>
    <w:rsid w:val="009E070D"/>
    <w:rsid w:val="009F79ED"/>
    <w:rsid w:val="00A079A2"/>
    <w:rsid w:val="00A120CA"/>
    <w:rsid w:val="00A16474"/>
    <w:rsid w:val="00A27AE7"/>
    <w:rsid w:val="00A375A2"/>
    <w:rsid w:val="00A42B38"/>
    <w:rsid w:val="00A43DB8"/>
    <w:rsid w:val="00A45089"/>
    <w:rsid w:val="00A53CA7"/>
    <w:rsid w:val="00A74AF4"/>
    <w:rsid w:val="00A830B6"/>
    <w:rsid w:val="00A836AF"/>
    <w:rsid w:val="00A93E49"/>
    <w:rsid w:val="00A94900"/>
    <w:rsid w:val="00A94B5D"/>
    <w:rsid w:val="00AB144D"/>
    <w:rsid w:val="00AC1951"/>
    <w:rsid w:val="00AC2163"/>
    <w:rsid w:val="00AC74D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94EA0"/>
    <w:rsid w:val="00BA02EB"/>
    <w:rsid w:val="00BA5935"/>
    <w:rsid w:val="00BA79F5"/>
    <w:rsid w:val="00BB2BDA"/>
    <w:rsid w:val="00BB3EC9"/>
    <w:rsid w:val="00BC6CBF"/>
    <w:rsid w:val="00BD01E0"/>
    <w:rsid w:val="00BD02CD"/>
    <w:rsid w:val="00BD4BC5"/>
    <w:rsid w:val="00BD4D3F"/>
    <w:rsid w:val="00BE2F6C"/>
    <w:rsid w:val="00BE6A56"/>
    <w:rsid w:val="00BF0690"/>
    <w:rsid w:val="00BF2E3B"/>
    <w:rsid w:val="00C01EC0"/>
    <w:rsid w:val="00C02301"/>
    <w:rsid w:val="00C02F3B"/>
    <w:rsid w:val="00C067A8"/>
    <w:rsid w:val="00C06EF6"/>
    <w:rsid w:val="00C1577A"/>
    <w:rsid w:val="00C27B17"/>
    <w:rsid w:val="00C337DA"/>
    <w:rsid w:val="00C43451"/>
    <w:rsid w:val="00C4520B"/>
    <w:rsid w:val="00C46D29"/>
    <w:rsid w:val="00C51383"/>
    <w:rsid w:val="00C55D08"/>
    <w:rsid w:val="00C66019"/>
    <w:rsid w:val="00C67C9E"/>
    <w:rsid w:val="00C70CC7"/>
    <w:rsid w:val="00C73280"/>
    <w:rsid w:val="00C74C8A"/>
    <w:rsid w:val="00C778C9"/>
    <w:rsid w:val="00C8529A"/>
    <w:rsid w:val="00C94897"/>
    <w:rsid w:val="00CA02F2"/>
    <w:rsid w:val="00CA0735"/>
    <w:rsid w:val="00CA5B75"/>
    <w:rsid w:val="00CB7CF1"/>
    <w:rsid w:val="00CC3327"/>
    <w:rsid w:val="00CC5023"/>
    <w:rsid w:val="00CD67A4"/>
    <w:rsid w:val="00CF0FCF"/>
    <w:rsid w:val="00CF6982"/>
    <w:rsid w:val="00CF7FD7"/>
    <w:rsid w:val="00D05737"/>
    <w:rsid w:val="00D105F8"/>
    <w:rsid w:val="00D15AD3"/>
    <w:rsid w:val="00D15D71"/>
    <w:rsid w:val="00D17144"/>
    <w:rsid w:val="00D17E38"/>
    <w:rsid w:val="00D26A17"/>
    <w:rsid w:val="00D342B8"/>
    <w:rsid w:val="00D43579"/>
    <w:rsid w:val="00D452A4"/>
    <w:rsid w:val="00D458E1"/>
    <w:rsid w:val="00D51440"/>
    <w:rsid w:val="00D52F28"/>
    <w:rsid w:val="00D54787"/>
    <w:rsid w:val="00D573FB"/>
    <w:rsid w:val="00D610CD"/>
    <w:rsid w:val="00D61B7A"/>
    <w:rsid w:val="00D6427B"/>
    <w:rsid w:val="00D776AD"/>
    <w:rsid w:val="00D86FB7"/>
    <w:rsid w:val="00D96F3B"/>
    <w:rsid w:val="00DA2864"/>
    <w:rsid w:val="00DB3084"/>
    <w:rsid w:val="00DB522F"/>
    <w:rsid w:val="00DC213D"/>
    <w:rsid w:val="00DC2469"/>
    <w:rsid w:val="00DD65FA"/>
    <w:rsid w:val="00DE0DBF"/>
    <w:rsid w:val="00DE0DC5"/>
    <w:rsid w:val="00DE23D0"/>
    <w:rsid w:val="00DF190E"/>
    <w:rsid w:val="00DF7127"/>
    <w:rsid w:val="00E01405"/>
    <w:rsid w:val="00E06E6F"/>
    <w:rsid w:val="00E25AE1"/>
    <w:rsid w:val="00E26C96"/>
    <w:rsid w:val="00E33607"/>
    <w:rsid w:val="00E37FDA"/>
    <w:rsid w:val="00E563F9"/>
    <w:rsid w:val="00E6204F"/>
    <w:rsid w:val="00E62D29"/>
    <w:rsid w:val="00E654A6"/>
    <w:rsid w:val="00E728F0"/>
    <w:rsid w:val="00E77693"/>
    <w:rsid w:val="00E81688"/>
    <w:rsid w:val="00E90A25"/>
    <w:rsid w:val="00EA3A1C"/>
    <w:rsid w:val="00EC22F9"/>
    <w:rsid w:val="00EC33B1"/>
    <w:rsid w:val="00EC50B3"/>
    <w:rsid w:val="00ED0D68"/>
    <w:rsid w:val="00ED2A63"/>
    <w:rsid w:val="00ED396A"/>
    <w:rsid w:val="00ED797C"/>
    <w:rsid w:val="00EE17A7"/>
    <w:rsid w:val="00EE2AA9"/>
    <w:rsid w:val="00EE6911"/>
    <w:rsid w:val="00EE706D"/>
    <w:rsid w:val="00EF3536"/>
    <w:rsid w:val="00EF5F8E"/>
    <w:rsid w:val="00F10A1E"/>
    <w:rsid w:val="00F113D7"/>
    <w:rsid w:val="00F136FE"/>
    <w:rsid w:val="00F40E6A"/>
    <w:rsid w:val="00F42D81"/>
    <w:rsid w:val="00F4332C"/>
    <w:rsid w:val="00F45E1A"/>
    <w:rsid w:val="00F50950"/>
    <w:rsid w:val="00F53A2D"/>
    <w:rsid w:val="00F60E63"/>
    <w:rsid w:val="00F66A0D"/>
    <w:rsid w:val="00F73E89"/>
    <w:rsid w:val="00F752A8"/>
    <w:rsid w:val="00F87E90"/>
    <w:rsid w:val="00F91F78"/>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FCDB25"/>
  <w15:chartTrackingRefBased/>
  <w15:docId w15:val="{E7683DEE-4A08-46E7-9D5F-C374243E5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99"/>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99"/>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 w:type="paragraph" w:styleId="Nzev">
    <w:name w:val="Title"/>
    <w:basedOn w:val="Normln"/>
    <w:next w:val="Normln"/>
    <w:link w:val="NzevChar"/>
    <w:qFormat/>
    <w:rsid w:val="0058663D"/>
    <w:pPr>
      <w:pBdr>
        <w:bottom w:val="single" w:sz="4" w:space="1" w:color="auto"/>
      </w:pBdr>
      <w:spacing w:after="200"/>
    </w:pPr>
    <w:rPr>
      <w:rFonts w:ascii="Cambria" w:eastAsia="Times New Roman" w:hAnsi="Cambria" w:cs="Cambria"/>
      <w:spacing w:val="5"/>
      <w:sz w:val="52"/>
      <w:szCs w:val="52"/>
      <w:lang w:val="en-US" w:eastAsia="en-US"/>
    </w:rPr>
  </w:style>
  <w:style w:type="character" w:customStyle="1" w:styleId="NzevChar">
    <w:name w:val="Název Char"/>
    <w:basedOn w:val="Standardnpsmoodstavce"/>
    <w:link w:val="Nzev"/>
    <w:rsid w:val="0058663D"/>
    <w:rPr>
      <w:rFonts w:ascii="Cambria" w:hAnsi="Cambria" w:cs="Cambria"/>
      <w:spacing w:val="5"/>
      <w:sz w:val="52"/>
      <w:szCs w:val="52"/>
      <w:lang w:val="en-US" w:eastAsia="en-US"/>
    </w:rPr>
  </w:style>
  <w:style w:type="character" w:customStyle="1" w:styleId="Nadpis20">
    <w:name w:val="Nadpis #2_"/>
    <w:basedOn w:val="Standardnpsmoodstavce"/>
    <w:link w:val="Nadpis21"/>
    <w:rsid w:val="0058663D"/>
    <w:rPr>
      <w:b/>
      <w:bCs/>
      <w:sz w:val="26"/>
      <w:szCs w:val="26"/>
      <w:shd w:val="clear" w:color="auto" w:fill="FFFFFF"/>
    </w:rPr>
  </w:style>
  <w:style w:type="paragraph" w:customStyle="1" w:styleId="Nadpis21">
    <w:name w:val="Nadpis #2"/>
    <w:basedOn w:val="Normln"/>
    <w:link w:val="Nadpis20"/>
    <w:rsid w:val="0058663D"/>
    <w:pPr>
      <w:widowControl w:val="0"/>
      <w:shd w:val="clear" w:color="auto" w:fill="FFFFFF"/>
      <w:spacing w:after="1120" w:line="298" w:lineRule="auto"/>
      <w:jc w:val="center"/>
      <w:outlineLvl w:val="1"/>
    </w:pPr>
    <w:rPr>
      <w:rFonts w:eastAsia="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770854765">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25675504">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aMoln&#225;rov&#225;\AppData\Local\Temp\e8d682b3-c456-4cb9-be7e-8c3c346d5a60_OneDrive_2025-11-20%20(1).zip.a60\P&#345;&#237;loha%20g)%20Formul&#225;&#345;e.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PM xmlns="1b0a2e31-377b-4a4f-8b74-191dd8e2e1a2">
      <UserInfo>
        <DisplayName/>
        <AccountId xsi:nil="true"/>
        <AccountType/>
      </UserInfo>
    </PM>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1" ma:contentTypeDescription="Vytvoří nový dokument" ma:contentTypeScope="" ma:versionID="cbeaa71c683a3eea06cc39fd60db81b1">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55d3517b75a320f199b3ca9704732c91"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element ref="ns3:P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element name="PM" ma:index="41" nillable="true" ma:displayName="PM" ma:format="Dropdown" ma:list="UserInfo" ma:SharePointGroup="0" ma:internalName="P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2.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3.xml><?xml version="1.0" encoding="utf-8"?>
<ds:datastoreItem xmlns:ds="http://schemas.openxmlformats.org/officeDocument/2006/customXml" ds:itemID="{21CE31FD-9E79-4753-AC9F-EF9E926F5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Příloha g) Formuláře</Template>
  <TotalTime>2</TotalTime>
  <Pages>16</Pages>
  <Words>3654</Words>
  <Characters>22661</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Anna Molnárová</dc:creator>
  <cp:keywords/>
  <dc:description/>
  <cp:lastModifiedBy>Lavický Jeroným</cp:lastModifiedBy>
  <cp:revision>4</cp:revision>
  <dcterms:created xsi:type="dcterms:W3CDTF">2025-12-05T13:06:00Z</dcterms:created>
  <dcterms:modified xsi:type="dcterms:W3CDTF">2025-12-08T06:24:00Z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